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F1B159" w14:textId="77777777" w:rsidR="006E5D65" w:rsidRPr="005F0044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5F0044">
        <w:rPr>
          <w:rFonts w:ascii="Corbel" w:hAnsi="Corbel"/>
          <w:b/>
          <w:bCs/>
        </w:rPr>
        <w:t xml:space="preserve">   </w:t>
      </w:r>
      <w:r w:rsidR="00CD6897" w:rsidRPr="005F0044">
        <w:rPr>
          <w:rFonts w:ascii="Corbel" w:hAnsi="Corbel"/>
          <w:b/>
          <w:bCs/>
        </w:rPr>
        <w:tab/>
      </w:r>
      <w:r w:rsidR="00CD6897" w:rsidRPr="005F0044">
        <w:rPr>
          <w:rFonts w:ascii="Corbel" w:hAnsi="Corbel"/>
          <w:b/>
          <w:bCs/>
        </w:rPr>
        <w:tab/>
      </w:r>
      <w:r w:rsidR="00CD6897" w:rsidRPr="005F0044">
        <w:rPr>
          <w:rFonts w:ascii="Corbel" w:hAnsi="Corbel"/>
          <w:b/>
          <w:bCs/>
        </w:rPr>
        <w:tab/>
      </w:r>
      <w:r w:rsidR="00CD6897" w:rsidRPr="005F0044">
        <w:rPr>
          <w:rFonts w:ascii="Corbel" w:hAnsi="Corbel"/>
          <w:b/>
          <w:bCs/>
        </w:rPr>
        <w:tab/>
      </w:r>
      <w:r w:rsidR="00CD6897" w:rsidRPr="005F0044">
        <w:rPr>
          <w:rFonts w:ascii="Corbel" w:hAnsi="Corbel"/>
          <w:b/>
          <w:bCs/>
        </w:rPr>
        <w:tab/>
      </w:r>
      <w:r w:rsidR="00CD6897" w:rsidRPr="005F0044">
        <w:rPr>
          <w:rFonts w:ascii="Corbel" w:hAnsi="Corbel"/>
          <w:b/>
          <w:bCs/>
        </w:rPr>
        <w:tab/>
      </w:r>
      <w:r w:rsidR="00D8678B" w:rsidRPr="005F0044">
        <w:rPr>
          <w:rFonts w:ascii="Corbel" w:hAnsi="Corbel"/>
          <w:bCs/>
          <w:i/>
        </w:rPr>
        <w:t xml:space="preserve">Załącznik nr </w:t>
      </w:r>
      <w:r w:rsidR="006F31E2" w:rsidRPr="005F0044">
        <w:rPr>
          <w:rFonts w:ascii="Corbel" w:hAnsi="Corbel"/>
          <w:bCs/>
          <w:i/>
        </w:rPr>
        <w:t>1.5</w:t>
      </w:r>
      <w:r w:rsidR="00D8678B" w:rsidRPr="005F0044">
        <w:rPr>
          <w:rFonts w:ascii="Corbel" w:hAnsi="Corbel"/>
          <w:bCs/>
          <w:i/>
        </w:rPr>
        <w:t xml:space="preserve"> do Zarządzenia</w:t>
      </w:r>
      <w:r w:rsidR="002A22BF" w:rsidRPr="005F0044">
        <w:rPr>
          <w:rFonts w:ascii="Corbel" w:hAnsi="Corbel"/>
          <w:bCs/>
          <w:i/>
        </w:rPr>
        <w:t xml:space="preserve"> Rektora UR </w:t>
      </w:r>
      <w:r w:rsidR="00CD6897" w:rsidRPr="005F0044">
        <w:rPr>
          <w:rFonts w:ascii="Corbel" w:hAnsi="Corbel"/>
          <w:bCs/>
          <w:i/>
        </w:rPr>
        <w:t xml:space="preserve"> nr </w:t>
      </w:r>
      <w:r w:rsidR="00F17567" w:rsidRPr="005F0044">
        <w:rPr>
          <w:rFonts w:ascii="Corbel" w:hAnsi="Corbel"/>
          <w:bCs/>
          <w:i/>
        </w:rPr>
        <w:t>12/2019</w:t>
      </w:r>
    </w:p>
    <w:p w14:paraId="622D88DC" w14:textId="77777777" w:rsidR="0085747A" w:rsidRPr="005F004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F0044">
        <w:rPr>
          <w:rFonts w:ascii="Corbel" w:hAnsi="Corbel"/>
          <w:b/>
          <w:smallCaps/>
          <w:sz w:val="24"/>
          <w:szCs w:val="24"/>
        </w:rPr>
        <w:t>SYLABUS</w:t>
      </w:r>
    </w:p>
    <w:p w14:paraId="07E83E7C" w14:textId="21547B1D" w:rsidR="0085747A" w:rsidRPr="005F004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F004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F0044">
        <w:rPr>
          <w:rFonts w:ascii="Corbel" w:hAnsi="Corbel"/>
          <w:b/>
          <w:smallCaps/>
          <w:sz w:val="24"/>
          <w:szCs w:val="24"/>
        </w:rPr>
        <w:t xml:space="preserve"> </w:t>
      </w:r>
      <w:r w:rsidR="00BD1ED0" w:rsidRPr="005F0044">
        <w:rPr>
          <w:rFonts w:ascii="Corbel" w:hAnsi="Corbel"/>
          <w:i/>
          <w:smallCaps/>
          <w:sz w:val="24"/>
          <w:szCs w:val="24"/>
        </w:rPr>
        <w:t>2021-2024</w:t>
      </w:r>
      <w:r w:rsidR="0085747A" w:rsidRPr="005F0044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73B1D75C" w14:textId="0632EF2D" w:rsidR="0085747A" w:rsidRPr="005F0044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5F004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5F0044">
        <w:rPr>
          <w:rFonts w:ascii="Corbel" w:hAnsi="Corbel"/>
          <w:i/>
          <w:sz w:val="24"/>
          <w:szCs w:val="24"/>
        </w:rPr>
        <w:t xml:space="preserve">         </w:t>
      </w:r>
      <w:r w:rsidR="0085747A" w:rsidRPr="005F0044">
        <w:rPr>
          <w:rFonts w:ascii="Corbel" w:hAnsi="Corbel"/>
          <w:i/>
          <w:sz w:val="20"/>
          <w:szCs w:val="20"/>
        </w:rPr>
        <w:t>(skrajne daty</w:t>
      </w:r>
      <w:r w:rsidR="0085747A" w:rsidRPr="005F0044">
        <w:rPr>
          <w:rFonts w:ascii="Corbel" w:hAnsi="Corbel"/>
          <w:sz w:val="20"/>
          <w:szCs w:val="20"/>
        </w:rPr>
        <w:t>)</w:t>
      </w:r>
    </w:p>
    <w:p w14:paraId="089FED18" w14:textId="0A868548" w:rsidR="00445970" w:rsidRPr="005F0044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5F0044">
        <w:rPr>
          <w:rFonts w:ascii="Corbel" w:hAnsi="Corbel"/>
          <w:sz w:val="20"/>
          <w:szCs w:val="20"/>
        </w:rPr>
        <w:tab/>
      </w:r>
      <w:r w:rsidRPr="005F0044">
        <w:rPr>
          <w:rFonts w:ascii="Corbel" w:hAnsi="Corbel"/>
          <w:sz w:val="20"/>
          <w:szCs w:val="20"/>
        </w:rPr>
        <w:tab/>
      </w:r>
      <w:r w:rsidRPr="005F0044">
        <w:rPr>
          <w:rFonts w:ascii="Corbel" w:hAnsi="Corbel"/>
          <w:sz w:val="20"/>
          <w:szCs w:val="20"/>
        </w:rPr>
        <w:tab/>
      </w:r>
      <w:r w:rsidRPr="005F0044">
        <w:rPr>
          <w:rFonts w:ascii="Corbel" w:hAnsi="Corbel"/>
          <w:sz w:val="20"/>
          <w:szCs w:val="20"/>
        </w:rPr>
        <w:tab/>
        <w:t xml:space="preserve">Rok akademicki   </w:t>
      </w:r>
      <w:r w:rsidR="008B079A" w:rsidRPr="005F0044">
        <w:rPr>
          <w:rFonts w:ascii="Corbel" w:hAnsi="Corbel"/>
          <w:sz w:val="20"/>
          <w:szCs w:val="20"/>
        </w:rPr>
        <w:t>202</w:t>
      </w:r>
      <w:r w:rsidR="00BD1ED0" w:rsidRPr="005F0044">
        <w:rPr>
          <w:rFonts w:ascii="Corbel" w:hAnsi="Corbel"/>
          <w:sz w:val="20"/>
          <w:szCs w:val="20"/>
        </w:rPr>
        <w:t>3</w:t>
      </w:r>
      <w:r w:rsidR="008B079A" w:rsidRPr="005F0044">
        <w:rPr>
          <w:rFonts w:ascii="Corbel" w:hAnsi="Corbel"/>
          <w:sz w:val="20"/>
          <w:szCs w:val="20"/>
        </w:rPr>
        <w:t>/202</w:t>
      </w:r>
      <w:r w:rsidR="00BD1ED0" w:rsidRPr="005F0044">
        <w:rPr>
          <w:rFonts w:ascii="Corbel" w:hAnsi="Corbel"/>
          <w:sz w:val="20"/>
          <w:szCs w:val="20"/>
        </w:rPr>
        <w:t>4</w:t>
      </w:r>
    </w:p>
    <w:p w14:paraId="7A57712E" w14:textId="77777777" w:rsidR="0085747A" w:rsidRPr="005F00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79DEC26" w14:textId="77777777" w:rsidR="0085747A" w:rsidRPr="005F004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F0044">
        <w:rPr>
          <w:rFonts w:ascii="Corbel" w:hAnsi="Corbel"/>
          <w:szCs w:val="24"/>
        </w:rPr>
        <w:t xml:space="preserve">1. </w:t>
      </w:r>
      <w:r w:rsidR="0085747A" w:rsidRPr="005F0044">
        <w:rPr>
          <w:rFonts w:ascii="Corbel" w:hAnsi="Corbel"/>
          <w:szCs w:val="24"/>
        </w:rPr>
        <w:t xml:space="preserve">Podstawowe </w:t>
      </w:r>
      <w:r w:rsidR="00445970" w:rsidRPr="005F004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F0044" w14:paraId="1BB87957" w14:textId="77777777" w:rsidTr="008B079A">
        <w:tc>
          <w:tcPr>
            <w:tcW w:w="2694" w:type="dxa"/>
            <w:vAlign w:val="center"/>
          </w:tcPr>
          <w:p w14:paraId="507919C9" w14:textId="77777777" w:rsidR="0085747A" w:rsidRPr="005F00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0DF25C3" w14:textId="77777777" w:rsidR="0085747A" w:rsidRPr="005F0044" w:rsidRDefault="00494B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Wizerunek</w:t>
            </w:r>
            <w:r w:rsidR="008B079A" w:rsidRPr="005F0044">
              <w:rPr>
                <w:rFonts w:ascii="Corbel" w:hAnsi="Corbel"/>
                <w:b w:val="0"/>
                <w:sz w:val="24"/>
                <w:szCs w:val="24"/>
              </w:rPr>
              <w:t xml:space="preserve"> w polityce</w:t>
            </w:r>
          </w:p>
        </w:tc>
      </w:tr>
      <w:tr w:rsidR="0085747A" w:rsidRPr="005F0044" w14:paraId="70EE8204" w14:textId="77777777" w:rsidTr="008B079A">
        <w:tc>
          <w:tcPr>
            <w:tcW w:w="2694" w:type="dxa"/>
            <w:vAlign w:val="center"/>
          </w:tcPr>
          <w:p w14:paraId="0F13CDBC" w14:textId="77777777" w:rsidR="0085747A" w:rsidRPr="005F00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F004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C85195" w14:textId="77777777" w:rsidR="0085747A" w:rsidRPr="005F0044" w:rsidRDefault="008B07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MK</w:t>
            </w:r>
            <w:r w:rsidR="00057D3D" w:rsidRPr="005F0044">
              <w:rPr>
                <w:rFonts w:ascii="Corbel" w:hAnsi="Corbel"/>
                <w:b w:val="0"/>
                <w:sz w:val="24"/>
                <w:szCs w:val="24"/>
              </w:rPr>
              <w:t>30</w:t>
            </w:r>
          </w:p>
        </w:tc>
      </w:tr>
      <w:tr w:rsidR="008B079A" w:rsidRPr="005F0044" w14:paraId="040E8ECC" w14:textId="77777777" w:rsidTr="008B079A">
        <w:tc>
          <w:tcPr>
            <w:tcW w:w="2694" w:type="dxa"/>
            <w:vAlign w:val="center"/>
          </w:tcPr>
          <w:p w14:paraId="08FEB8D6" w14:textId="77777777" w:rsidR="008B079A" w:rsidRPr="005F0044" w:rsidRDefault="008B079A" w:rsidP="008B07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F059414" w14:textId="77777777" w:rsidR="008B079A" w:rsidRPr="005F004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C7B8E" w:rsidRPr="005F0044" w14:paraId="20848E67" w14:textId="77777777" w:rsidTr="008B079A">
        <w:tc>
          <w:tcPr>
            <w:tcW w:w="2694" w:type="dxa"/>
            <w:vAlign w:val="center"/>
          </w:tcPr>
          <w:p w14:paraId="3D88DF2F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6E6D4F5" w14:textId="7D05C3E9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C7B8E" w:rsidRPr="005F0044" w14:paraId="3F71F262" w14:textId="77777777" w:rsidTr="008B079A">
        <w:tc>
          <w:tcPr>
            <w:tcW w:w="2694" w:type="dxa"/>
            <w:vAlign w:val="center"/>
          </w:tcPr>
          <w:p w14:paraId="1857BF44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514FDE" w14:textId="77777777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3C7B8E" w:rsidRPr="005F0044" w14:paraId="098157D7" w14:textId="77777777" w:rsidTr="008B079A">
        <w:tc>
          <w:tcPr>
            <w:tcW w:w="2694" w:type="dxa"/>
            <w:vAlign w:val="center"/>
          </w:tcPr>
          <w:p w14:paraId="116C6176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E3A6C4" w14:textId="77777777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3C7B8E" w:rsidRPr="005F0044" w14:paraId="6B791712" w14:textId="77777777" w:rsidTr="008B079A">
        <w:tc>
          <w:tcPr>
            <w:tcW w:w="2694" w:type="dxa"/>
            <w:vAlign w:val="center"/>
          </w:tcPr>
          <w:p w14:paraId="42139425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4271C66" w14:textId="77777777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3C7B8E" w:rsidRPr="005F0044" w14:paraId="5EDB26E2" w14:textId="77777777" w:rsidTr="008B079A">
        <w:tc>
          <w:tcPr>
            <w:tcW w:w="2694" w:type="dxa"/>
            <w:vAlign w:val="center"/>
          </w:tcPr>
          <w:p w14:paraId="1F76F937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2436735" w14:textId="77777777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3C7B8E" w:rsidRPr="005F0044" w14:paraId="0AFC70E9" w14:textId="77777777" w:rsidTr="008B079A">
        <w:tc>
          <w:tcPr>
            <w:tcW w:w="2694" w:type="dxa"/>
            <w:vAlign w:val="center"/>
          </w:tcPr>
          <w:p w14:paraId="186F82A5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8F3C5EB" w14:textId="77777777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Rok III, Semestr VI</w:t>
            </w:r>
          </w:p>
        </w:tc>
      </w:tr>
      <w:tr w:rsidR="003C7B8E" w:rsidRPr="005F0044" w14:paraId="2C32713C" w14:textId="77777777" w:rsidTr="008B079A">
        <w:tc>
          <w:tcPr>
            <w:tcW w:w="2694" w:type="dxa"/>
            <w:vAlign w:val="center"/>
          </w:tcPr>
          <w:p w14:paraId="11845863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3F9B38" w14:textId="77777777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3C7B8E" w:rsidRPr="005F0044" w14:paraId="7502D9E2" w14:textId="77777777" w:rsidTr="008B079A">
        <w:tc>
          <w:tcPr>
            <w:tcW w:w="2694" w:type="dxa"/>
            <w:vAlign w:val="center"/>
          </w:tcPr>
          <w:p w14:paraId="262EE5FD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039D08E" w14:textId="77777777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C7B8E" w:rsidRPr="005F0044" w14:paraId="75F151FB" w14:textId="77777777" w:rsidTr="008B079A">
        <w:tc>
          <w:tcPr>
            <w:tcW w:w="2694" w:type="dxa"/>
            <w:vAlign w:val="center"/>
          </w:tcPr>
          <w:p w14:paraId="096DAE83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CC915C" w14:textId="77777777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Dr Paweł Kuca</w:t>
            </w:r>
          </w:p>
        </w:tc>
      </w:tr>
      <w:tr w:rsidR="003C7B8E" w:rsidRPr="005F0044" w14:paraId="41AF3971" w14:textId="77777777" w:rsidTr="008B079A">
        <w:tc>
          <w:tcPr>
            <w:tcW w:w="2694" w:type="dxa"/>
            <w:vAlign w:val="center"/>
          </w:tcPr>
          <w:p w14:paraId="45E3090A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1DE8C0A" w14:textId="77777777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Dr Paweł Kuca</w:t>
            </w:r>
          </w:p>
        </w:tc>
      </w:tr>
    </w:tbl>
    <w:p w14:paraId="7A3B8DC5" w14:textId="77777777" w:rsidR="0085747A" w:rsidRPr="005F004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F0044">
        <w:rPr>
          <w:rFonts w:ascii="Corbel" w:hAnsi="Corbel"/>
          <w:sz w:val="24"/>
          <w:szCs w:val="24"/>
        </w:rPr>
        <w:t xml:space="preserve">* </w:t>
      </w:r>
      <w:r w:rsidRPr="005F0044">
        <w:rPr>
          <w:rFonts w:ascii="Corbel" w:hAnsi="Corbel"/>
          <w:i/>
          <w:sz w:val="24"/>
          <w:szCs w:val="24"/>
        </w:rPr>
        <w:t>-</w:t>
      </w:r>
      <w:r w:rsidR="00B90885" w:rsidRPr="005F004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F0044">
        <w:rPr>
          <w:rFonts w:ascii="Corbel" w:hAnsi="Corbel"/>
          <w:b w:val="0"/>
          <w:sz w:val="24"/>
          <w:szCs w:val="24"/>
        </w:rPr>
        <w:t>e,</w:t>
      </w:r>
      <w:r w:rsidRPr="005F0044">
        <w:rPr>
          <w:rFonts w:ascii="Corbel" w:hAnsi="Corbel"/>
          <w:i/>
          <w:sz w:val="24"/>
          <w:szCs w:val="24"/>
        </w:rPr>
        <w:t xml:space="preserve"> </w:t>
      </w:r>
      <w:r w:rsidRPr="005F004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F0044">
        <w:rPr>
          <w:rFonts w:ascii="Corbel" w:hAnsi="Corbel"/>
          <w:b w:val="0"/>
          <w:i/>
          <w:sz w:val="24"/>
          <w:szCs w:val="24"/>
        </w:rPr>
        <w:t>w Jednostce</w:t>
      </w:r>
    </w:p>
    <w:p w14:paraId="59BACA15" w14:textId="77777777" w:rsidR="00923D7D" w:rsidRPr="005F00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DE769DB" w14:textId="77777777" w:rsidR="0085747A" w:rsidRPr="005F004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F0044">
        <w:rPr>
          <w:rFonts w:ascii="Corbel" w:hAnsi="Corbel"/>
          <w:sz w:val="24"/>
          <w:szCs w:val="24"/>
        </w:rPr>
        <w:t>1.</w:t>
      </w:r>
      <w:r w:rsidR="00E22FBC" w:rsidRPr="005F0044">
        <w:rPr>
          <w:rFonts w:ascii="Corbel" w:hAnsi="Corbel"/>
          <w:sz w:val="24"/>
          <w:szCs w:val="24"/>
        </w:rPr>
        <w:t>1</w:t>
      </w:r>
      <w:r w:rsidRPr="005F004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1D4FBC8" w14:textId="77777777" w:rsidR="00923D7D" w:rsidRPr="005F00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0"/>
        <w:gridCol w:w="783"/>
        <w:gridCol w:w="851"/>
        <w:gridCol w:w="797"/>
        <w:gridCol w:w="819"/>
        <w:gridCol w:w="756"/>
        <w:gridCol w:w="945"/>
        <w:gridCol w:w="1229"/>
        <w:gridCol w:w="1489"/>
      </w:tblGrid>
      <w:tr w:rsidR="00015B8F" w:rsidRPr="005F0044" w14:paraId="690EED83" w14:textId="77777777" w:rsidTr="00E466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BFFFF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0044">
              <w:rPr>
                <w:rFonts w:ascii="Corbel" w:hAnsi="Corbel"/>
                <w:szCs w:val="24"/>
              </w:rPr>
              <w:t>Semestr</w:t>
            </w:r>
          </w:p>
          <w:p w14:paraId="2728B966" w14:textId="77777777" w:rsidR="00015B8F" w:rsidRPr="005F004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0044">
              <w:rPr>
                <w:rFonts w:ascii="Corbel" w:hAnsi="Corbel"/>
                <w:szCs w:val="24"/>
              </w:rPr>
              <w:t>(</w:t>
            </w:r>
            <w:r w:rsidR="00363F78" w:rsidRPr="005F004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D36C6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0044">
              <w:rPr>
                <w:rFonts w:ascii="Corbel" w:hAnsi="Corbel"/>
                <w:szCs w:val="24"/>
              </w:rPr>
              <w:t>Wykł</w:t>
            </w:r>
            <w:proofErr w:type="spellEnd"/>
            <w:r w:rsidRPr="005F00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B3706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004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ACD01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0044">
              <w:rPr>
                <w:rFonts w:ascii="Corbel" w:hAnsi="Corbel"/>
                <w:szCs w:val="24"/>
              </w:rPr>
              <w:t>Konw</w:t>
            </w:r>
            <w:proofErr w:type="spellEnd"/>
            <w:r w:rsidRPr="005F00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76187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004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53A6E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0044">
              <w:rPr>
                <w:rFonts w:ascii="Corbel" w:hAnsi="Corbel"/>
                <w:szCs w:val="24"/>
              </w:rPr>
              <w:t>Sem</w:t>
            </w:r>
            <w:proofErr w:type="spellEnd"/>
            <w:r w:rsidRPr="005F00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F6540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004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C398B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0044">
              <w:rPr>
                <w:rFonts w:ascii="Corbel" w:hAnsi="Corbel"/>
                <w:szCs w:val="24"/>
              </w:rPr>
              <w:t>Prakt</w:t>
            </w:r>
            <w:proofErr w:type="spellEnd"/>
            <w:r w:rsidRPr="005F00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0199D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0044">
              <w:rPr>
                <w:rFonts w:ascii="Corbel" w:hAnsi="Corbel"/>
                <w:szCs w:val="24"/>
              </w:rPr>
              <w:t xml:space="preserve">Inne </w:t>
            </w:r>
          </w:p>
          <w:p w14:paraId="1CC8558D" w14:textId="17A81896" w:rsidR="003C7B8E" w:rsidRPr="005F0044" w:rsidRDefault="003C7B8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0044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6C3B6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F0044">
              <w:rPr>
                <w:rFonts w:ascii="Corbel" w:hAnsi="Corbel"/>
                <w:b/>
                <w:szCs w:val="24"/>
              </w:rPr>
              <w:t>Liczba pkt</w:t>
            </w:r>
            <w:r w:rsidR="00B90885" w:rsidRPr="005F0044">
              <w:rPr>
                <w:rFonts w:ascii="Corbel" w:hAnsi="Corbel"/>
                <w:b/>
                <w:szCs w:val="24"/>
              </w:rPr>
              <w:t>.</w:t>
            </w:r>
            <w:r w:rsidRPr="005F004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F0044" w14:paraId="58635E2B" w14:textId="77777777" w:rsidTr="00E466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AB6F8" w14:textId="77777777" w:rsidR="00015B8F" w:rsidRPr="005F0044" w:rsidRDefault="003A36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A3604" w14:textId="791B39DB" w:rsidR="00015B8F" w:rsidRPr="005F0044" w:rsidRDefault="009F4F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6FCE9" w14:textId="24876C2A" w:rsidR="00015B8F" w:rsidRPr="005F0044" w:rsidRDefault="009F4F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5F17" w14:textId="77777777" w:rsidR="00015B8F" w:rsidRPr="005F0044" w:rsidRDefault="00057D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9FDA6" w14:textId="7A4D466B" w:rsidR="00015B8F" w:rsidRPr="005F0044" w:rsidRDefault="009F4F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4B2BB" w14:textId="01937BCC" w:rsidR="00015B8F" w:rsidRPr="005F0044" w:rsidRDefault="009F4F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9794A" w14:textId="1200FD94" w:rsidR="00015B8F" w:rsidRPr="005F0044" w:rsidRDefault="009F4F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EDF0D" w14:textId="4B0CE0A5" w:rsidR="00015B8F" w:rsidRPr="005F0044" w:rsidRDefault="009F4F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FE764" w14:textId="4E727E9D" w:rsidR="00015B8F" w:rsidRPr="005F0044" w:rsidRDefault="003C7B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CAFDD" w14:textId="77777777" w:rsidR="00015B8F" w:rsidRPr="005F0044" w:rsidRDefault="00057D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72069E4" w14:textId="77777777" w:rsidR="00923D7D" w:rsidRPr="005F004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18B3A9A" w14:textId="77777777" w:rsidR="00923D7D" w:rsidRPr="005F004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553F9A4" w14:textId="77777777" w:rsidR="0085747A" w:rsidRPr="005F004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>1.</w:t>
      </w:r>
      <w:r w:rsidR="00E22FBC" w:rsidRPr="005F0044">
        <w:rPr>
          <w:rFonts w:ascii="Corbel" w:hAnsi="Corbel"/>
          <w:smallCaps w:val="0"/>
          <w:szCs w:val="24"/>
        </w:rPr>
        <w:t>2</w:t>
      </w:r>
      <w:r w:rsidR="00F83B28" w:rsidRPr="005F0044">
        <w:rPr>
          <w:rFonts w:ascii="Corbel" w:hAnsi="Corbel"/>
          <w:smallCaps w:val="0"/>
          <w:szCs w:val="24"/>
        </w:rPr>
        <w:t>.</w:t>
      </w:r>
      <w:r w:rsidR="00F83B28" w:rsidRPr="005F0044">
        <w:rPr>
          <w:rFonts w:ascii="Corbel" w:hAnsi="Corbel"/>
          <w:smallCaps w:val="0"/>
          <w:szCs w:val="24"/>
        </w:rPr>
        <w:tab/>
      </w:r>
      <w:r w:rsidRPr="005F0044">
        <w:rPr>
          <w:rFonts w:ascii="Corbel" w:hAnsi="Corbel"/>
          <w:smallCaps w:val="0"/>
          <w:szCs w:val="24"/>
        </w:rPr>
        <w:t xml:space="preserve">Sposób realizacji zajęć  </w:t>
      </w:r>
    </w:p>
    <w:p w14:paraId="419CDE4C" w14:textId="77777777" w:rsidR="0085747A" w:rsidRPr="005F0044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5F0044">
        <w:rPr>
          <w:rFonts w:ascii="Segoe UI Symbol" w:eastAsia="MS Gothic" w:hAnsi="Segoe UI Symbol" w:cs="Segoe UI Symbol"/>
          <w:szCs w:val="24"/>
          <w:u w:val="single"/>
        </w:rPr>
        <w:t>☐</w:t>
      </w:r>
      <w:r w:rsidRPr="005F0044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3A08DBA8" w14:textId="77777777" w:rsidR="0085747A" w:rsidRPr="005F004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F0044">
        <w:rPr>
          <w:rFonts w:ascii="Segoe UI Symbol" w:eastAsia="MS Gothic" w:hAnsi="Segoe UI Symbol" w:cs="Segoe UI Symbol"/>
          <w:b w:val="0"/>
          <w:szCs w:val="24"/>
        </w:rPr>
        <w:t>☐</w:t>
      </w:r>
      <w:r w:rsidRPr="005F004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DF91E7" w14:textId="77777777" w:rsidR="0085747A" w:rsidRPr="005F004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B952AD" w14:textId="77777777" w:rsidR="003C7B8E" w:rsidRPr="005F004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 xml:space="preserve">1.3 </w:t>
      </w:r>
      <w:r w:rsidR="00F83B28" w:rsidRPr="005F0044">
        <w:rPr>
          <w:rFonts w:ascii="Corbel" w:hAnsi="Corbel"/>
          <w:smallCaps w:val="0"/>
          <w:szCs w:val="24"/>
        </w:rPr>
        <w:tab/>
      </w:r>
      <w:r w:rsidRPr="005F0044">
        <w:rPr>
          <w:rFonts w:ascii="Corbel" w:hAnsi="Corbel"/>
          <w:smallCaps w:val="0"/>
          <w:szCs w:val="24"/>
        </w:rPr>
        <w:t>For</w:t>
      </w:r>
      <w:r w:rsidR="00445970" w:rsidRPr="005F0044">
        <w:rPr>
          <w:rFonts w:ascii="Corbel" w:hAnsi="Corbel"/>
          <w:smallCaps w:val="0"/>
          <w:szCs w:val="24"/>
        </w:rPr>
        <w:t xml:space="preserve">ma zaliczenia przedmiotu </w:t>
      </w:r>
      <w:r w:rsidRPr="005F0044">
        <w:rPr>
          <w:rFonts w:ascii="Corbel" w:hAnsi="Corbel"/>
          <w:smallCaps w:val="0"/>
          <w:szCs w:val="24"/>
        </w:rPr>
        <w:t xml:space="preserve"> (z toku) </w:t>
      </w:r>
    </w:p>
    <w:p w14:paraId="1BED048A" w14:textId="4DA588E5" w:rsidR="00E22FBC" w:rsidRPr="005F0044" w:rsidRDefault="003C7B8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ab/>
      </w:r>
      <w:r w:rsidR="00E22FBC" w:rsidRPr="005F0044">
        <w:rPr>
          <w:rFonts w:ascii="Corbel" w:hAnsi="Corbel"/>
          <w:b w:val="0"/>
          <w:smallCaps w:val="0"/>
          <w:szCs w:val="24"/>
        </w:rPr>
        <w:t>zaliczenie z oceną</w:t>
      </w:r>
    </w:p>
    <w:p w14:paraId="6ED3EFC2" w14:textId="77777777" w:rsidR="00E960BB" w:rsidRPr="005F004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A1D1B6" w14:textId="77777777" w:rsidR="00E960BB" w:rsidRPr="005F00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F004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0044" w14:paraId="7D0C6C6F" w14:textId="77777777" w:rsidTr="00745302">
        <w:tc>
          <w:tcPr>
            <w:tcW w:w="9670" w:type="dxa"/>
          </w:tcPr>
          <w:p w14:paraId="01F70877" w14:textId="77777777" w:rsidR="0085747A" w:rsidRPr="005F0044" w:rsidRDefault="009D2305" w:rsidP="00D177C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 komunikowanie w polityce.</w:t>
            </w:r>
          </w:p>
        </w:tc>
      </w:tr>
    </w:tbl>
    <w:p w14:paraId="60A8C8CC" w14:textId="77777777" w:rsidR="00153C41" w:rsidRPr="005F004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2C2F39" w14:textId="77777777" w:rsidR="0085747A" w:rsidRPr="005F00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F0044">
        <w:rPr>
          <w:rFonts w:ascii="Corbel" w:hAnsi="Corbel"/>
          <w:szCs w:val="24"/>
        </w:rPr>
        <w:t>3.</w:t>
      </w:r>
      <w:r w:rsidR="0085747A" w:rsidRPr="005F0044">
        <w:rPr>
          <w:rFonts w:ascii="Corbel" w:hAnsi="Corbel"/>
          <w:szCs w:val="24"/>
        </w:rPr>
        <w:t xml:space="preserve"> </w:t>
      </w:r>
      <w:r w:rsidR="00A84C85" w:rsidRPr="005F0044">
        <w:rPr>
          <w:rFonts w:ascii="Corbel" w:hAnsi="Corbel"/>
          <w:szCs w:val="24"/>
        </w:rPr>
        <w:t>cele, efekty uczenia się</w:t>
      </w:r>
      <w:r w:rsidR="0085747A" w:rsidRPr="005F0044">
        <w:rPr>
          <w:rFonts w:ascii="Corbel" w:hAnsi="Corbel"/>
          <w:szCs w:val="24"/>
        </w:rPr>
        <w:t xml:space="preserve"> , treści Programowe i stosowane metody Dydaktyczne</w:t>
      </w:r>
    </w:p>
    <w:p w14:paraId="281C73E0" w14:textId="77777777" w:rsidR="0085747A" w:rsidRPr="005F00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962DDE" w14:textId="2F747DC9" w:rsidR="0085747A" w:rsidRPr="005F0044" w:rsidRDefault="00A46D54" w:rsidP="009C54AE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column"/>
      </w:r>
      <w:r w:rsidR="0071620A" w:rsidRPr="005F0044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5F0044">
        <w:rPr>
          <w:rFonts w:ascii="Corbel" w:hAnsi="Corbel"/>
          <w:sz w:val="24"/>
          <w:szCs w:val="24"/>
        </w:rPr>
        <w:t>Cele przedmiotu</w:t>
      </w:r>
    </w:p>
    <w:p w14:paraId="2A6A8128" w14:textId="77777777" w:rsidR="00F83B28" w:rsidRPr="005F004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5F0044" w14:paraId="5916A332" w14:textId="77777777" w:rsidTr="00923D7D">
        <w:tc>
          <w:tcPr>
            <w:tcW w:w="851" w:type="dxa"/>
            <w:vAlign w:val="center"/>
          </w:tcPr>
          <w:p w14:paraId="52E99766" w14:textId="77777777" w:rsidR="0085747A" w:rsidRPr="005F004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66202E9" w14:textId="77777777" w:rsidR="0085747A" w:rsidRPr="005F0044" w:rsidRDefault="00D3630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Przekazanie wiedzy dotyczącej znaczenia i budowania wizerunku w polityce.</w:t>
            </w:r>
          </w:p>
        </w:tc>
      </w:tr>
      <w:tr w:rsidR="0085747A" w:rsidRPr="005F0044" w14:paraId="06B41762" w14:textId="77777777" w:rsidTr="00923D7D">
        <w:tc>
          <w:tcPr>
            <w:tcW w:w="851" w:type="dxa"/>
            <w:vAlign w:val="center"/>
          </w:tcPr>
          <w:p w14:paraId="547FAD59" w14:textId="77777777" w:rsidR="0085747A" w:rsidRPr="005F0044" w:rsidRDefault="00EF6C0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412A16A9" w14:textId="77777777" w:rsidR="0085747A" w:rsidRPr="005F0044" w:rsidRDefault="00D3630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 xml:space="preserve">Analiza sposobów i narzędzi pomocnych w budowaniu wizerunku w polityce. </w:t>
            </w:r>
          </w:p>
        </w:tc>
      </w:tr>
      <w:tr w:rsidR="0085747A" w:rsidRPr="005F0044" w14:paraId="41EDEE0A" w14:textId="77777777" w:rsidTr="00923D7D">
        <w:tc>
          <w:tcPr>
            <w:tcW w:w="851" w:type="dxa"/>
            <w:vAlign w:val="center"/>
          </w:tcPr>
          <w:p w14:paraId="45F1B0BD" w14:textId="77777777" w:rsidR="0085747A" w:rsidRPr="005F0044" w:rsidRDefault="00EF6C0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4162DF5" w14:textId="77777777" w:rsidR="0085747A" w:rsidRPr="005F0044" w:rsidRDefault="00D3630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 xml:space="preserve">Nabycie umiejętności krytycznej analizy błędów popełnianych przy budowaniu wizerunku politycznego. </w:t>
            </w:r>
          </w:p>
        </w:tc>
      </w:tr>
    </w:tbl>
    <w:p w14:paraId="5FD1CDE6" w14:textId="77777777" w:rsidR="0085747A" w:rsidRPr="005F00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ED4C959" w14:textId="77777777" w:rsidR="001D7B54" w:rsidRPr="005F004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F0044">
        <w:rPr>
          <w:rFonts w:ascii="Corbel" w:hAnsi="Corbel"/>
          <w:b/>
          <w:sz w:val="24"/>
          <w:szCs w:val="24"/>
        </w:rPr>
        <w:t xml:space="preserve">3.2 </w:t>
      </w:r>
      <w:r w:rsidR="001D7B54" w:rsidRPr="005F0044">
        <w:rPr>
          <w:rFonts w:ascii="Corbel" w:hAnsi="Corbel"/>
          <w:b/>
          <w:sz w:val="24"/>
          <w:szCs w:val="24"/>
        </w:rPr>
        <w:t xml:space="preserve">Efekty </w:t>
      </w:r>
      <w:r w:rsidR="00C05F44" w:rsidRPr="005F00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F0044">
        <w:rPr>
          <w:rFonts w:ascii="Corbel" w:hAnsi="Corbel"/>
          <w:b/>
          <w:sz w:val="24"/>
          <w:szCs w:val="24"/>
        </w:rPr>
        <w:t>dla przedmiotu</w:t>
      </w:r>
      <w:r w:rsidR="00445970" w:rsidRPr="005F0044">
        <w:rPr>
          <w:rFonts w:ascii="Corbel" w:hAnsi="Corbel"/>
          <w:sz w:val="24"/>
          <w:szCs w:val="24"/>
        </w:rPr>
        <w:t xml:space="preserve"> </w:t>
      </w:r>
    </w:p>
    <w:p w14:paraId="143D182D" w14:textId="77777777" w:rsidR="001D7B54" w:rsidRPr="005F004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5F0044" w14:paraId="1D0BD7D2" w14:textId="77777777" w:rsidTr="00C016A4">
        <w:tc>
          <w:tcPr>
            <w:tcW w:w="1680" w:type="dxa"/>
            <w:vAlign w:val="center"/>
          </w:tcPr>
          <w:p w14:paraId="06D53CB6" w14:textId="77777777" w:rsidR="0085747A" w:rsidRPr="005F00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F00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F004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3D86B4BC" w14:textId="77777777" w:rsidR="0085747A" w:rsidRPr="005F00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3D066FC" w14:textId="0B82AC1E" w:rsidR="0085747A" w:rsidRPr="005F00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E96CFB">
              <w:rPr>
                <w:rStyle w:val="Zakotwiczenieprzypisudolnego"/>
                <w:rFonts w:ascii="Corbel" w:hAnsi="Corbel" w:cs="Corbel"/>
                <w:b w:val="0"/>
                <w:smallCaps w:val="0"/>
              </w:rPr>
              <w:footnoteReference w:id="1"/>
            </w:r>
          </w:p>
        </w:tc>
      </w:tr>
      <w:tr w:rsidR="00C016A4" w:rsidRPr="005F0044" w14:paraId="4942F156" w14:textId="77777777" w:rsidTr="00C016A4">
        <w:tc>
          <w:tcPr>
            <w:tcW w:w="1680" w:type="dxa"/>
          </w:tcPr>
          <w:p w14:paraId="6A6359F2" w14:textId="77777777" w:rsidR="00C016A4" w:rsidRPr="005F0044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F004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007E7DC6" w14:textId="5039B248" w:rsidR="00C016A4" w:rsidRPr="005F0044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zna i rozumie r</w:t>
            </w:r>
            <w:r w:rsidR="00D3630F" w:rsidRPr="005F0044">
              <w:rPr>
                <w:rFonts w:ascii="Corbel" w:hAnsi="Corbel"/>
                <w:b w:val="0"/>
                <w:smallCaps w:val="0"/>
                <w:szCs w:val="24"/>
              </w:rPr>
              <w:t>olę mediów w budowaniu wizerunku politycznego.</w:t>
            </w:r>
          </w:p>
        </w:tc>
        <w:tc>
          <w:tcPr>
            <w:tcW w:w="1865" w:type="dxa"/>
          </w:tcPr>
          <w:p w14:paraId="0FABB4C7" w14:textId="77777777" w:rsidR="00C016A4" w:rsidRPr="005F0044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5F0044" w14:paraId="7DFDAFDD" w14:textId="77777777" w:rsidTr="00C016A4">
        <w:tc>
          <w:tcPr>
            <w:tcW w:w="1680" w:type="dxa"/>
          </w:tcPr>
          <w:p w14:paraId="28315AAE" w14:textId="77777777" w:rsidR="0085747A" w:rsidRPr="005F0044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8708CB2" w14:textId="507946CD" w:rsidR="0085747A" w:rsidRPr="005F0044" w:rsidRDefault="006468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122F6E"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 znaczenie wizerunku i jego wpływ na aktywność człowieka</w:t>
            </w: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 w życiu publicznym</w:t>
            </w:r>
            <w:r w:rsidR="00122F6E" w:rsidRPr="005F004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0D24714" w14:textId="77777777" w:rsidR="0085747A" w:rsidRPr="005F0044" w:rsidRDefault="006468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C016A4" w:rsidRPr="005F0044" w14:paraId="2138A491" w14:textId="77777777" w:rsidTr="00D97814">
        <w:tc>
          <w:tcPr>
            <w:tcW w:w="1680" w:type="dxa"/>
          </w:tcPr>
          <w:p w14:paraId="0850BD2E" w14:textId="77777777" w:rsidR="00C016A4" w:rsidRPr="005F0044" w:rsidRDefault="00C016A4" w:rsidP="00D97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1C7645FC" w14:textId="579E0DB9" w:rsidR="00C016A4" w:rsidRPr="005F0044" w:rsidRDefault="00C016A4" w:rsidP="00D97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potrafi korzystać z technik informacyjno-komunikacyjnych w celu poszerzenia wiedzy i umiejętności</w:t>
            </w:r>
            <w:r w:rsidR="00C3236D"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 dotyczących budowania wizerunku.</w:t>
            </w:r>
          </w:p>
        </w:tc>
        <w:tc>
          <w:tcPr>
            <w:tcW w:w="1865" w:type="dxa"/>
          </w:tcPr>
          <w:p w14:paraId="006797D6" w14:textId="77777777" w:rsidR="00C016A4" w:rsidRPr="005F0044" w:rsidRDefault="00C016A4" w:rsidP="00D97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85747A" w:rsidRPr="005F0044" w14:paraId="2045DAD4" w14:textId="77777777" w:rsidTr="00C016A4">
        <w:tc>
          <w:tcPr>
            <w:tcW w:w="1680" w:type="dxa"/>
          </w:tcPr>
          <w:p w14:paraId="150E0E85" w14:textId="77777777" w:rsidR="0085747A" w:rsidRPr="005F00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E5B08" w:rsidRPr="005F004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C016A4" w:rsidRPr="005F004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574FBCE3" w14:textId="65815795" w:rsidR="0085747A" w:rsidRPr="005F0044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C016A4" w:rsidRPr="005F0044">
              <w:rPr>
                <w:rFonts w:ascii="Corbel" w:hAnsi="Corbel"/>
                <w:b w:val="0"/>
                <w:smallCaps w:val="0"/>
                <w:szCs w:val="24"/>
              </w:rPr>
              <w:t>wykorzystywać znajo</w:t>
            </w:r>
            <w:r w:rsidR="001B2564" w:rsidRPr="005F0044">
              <w:rPr>
                <w:rFonts w:ascii="Corbel" w:hAnsi="Corbel"/>
                <w:b w:val="0"/>
                <w:smallCaps w:val="0"/>
                <w:szCs w:val="24"/>
              </w:rPr>
              <w:t>mość relacji między człowiekiem</w:t>
            </w:r>
            <w:r w:rsidR="00C016A4"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 a instytucjami politycznymi</w:t>
            </w:r>
            <w:r w:rsidR="001B2564"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 w kontekście tworzenia wizerunku.</w:t>
            </w:r>
          </w:p>
        </w:tc>
        <w:tc>
          <w:tcPr>
            <w:tcW w:w="1865" w:type="dxa"/>
          </w:tcPr>
          <w:p w14:paraId="290E2FA0" w14:textId="77777777" w:rsidR="0085747A" w:rsidRPr="005F0044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C016A4" w:rsidRPr="005F0044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E5B08" w:rsidRPr="005F0044" w14:paraId="69EAF592" w14:textId="77777777" w:rsidTr="00C016A4">
        <w:tc>
          <w:tcPr>
            <w:tcW w:w="1680" w:type="dxa"/>
          </w:tcPr>
          <w:p w14:paraId="32E8B85B" w14:textId="77777777" w:rsidR="008E5B08" w:rsidRPr="005F0044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016A4" w:rsidRPr="005F004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24F53D86" w14:textId="2E09E61E" w:rsidR="008E5B08" w:rsidRPr="005F0044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C3236D" w:rsidRPr="005F0044">
              <w:rPr>
                <w:rFonts w:ascii="Corbel" w:hAnsi="Corbel"/>
                <w:b w:val="0"/>
                <w:smallCaps w:val="0"/>
                <w:szCs w:val="24"/>
              </w:rPr>
              <w:t>realizacji zadań związanych z budową wizerunku</w:t>
            </w:r>
            <w:r w:rsidR="00C016A4"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 w organizacjach i instytucjach politycznych</w:t>
            </w:r>
            <w:r w:rsidR="00C3236D" w:rsidRPr="005F004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F45F593" w14:textId="77777777" w:rsidR="008E5B08" w:rsidRPr="005F0044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016A4" w:rsidRPr="005F0044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5F004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C016A4" w:rsidRPr="005F0044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</w:tbl>
    <w:p w14:paraId="75DBD4E7" w14:textId="77777777" w:rsidR="0085747A" w:rsidRPr="005F004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838D38" w14:textId="77777777" w:rsidR="0085747A" w:rsidRPr="005F004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F0044">
        <w:rPr>
          <w:rFonts w:ascii="Corbel" w:hAnsi="Corbel"/>
          <w:b/>
          <w:sz w:val="24"/>
          <w:szCs w:val="24"/>
        </w:rPr>
        <w:t>3.3</w:t>
      </w:r>
      <w:r w:rsidR="001D7B54" w:rsidRPr="005F0044">
        <w:rPr>
          <w:rFonts w:ascii="Corbel" w:hAnsi="Corbel"/>
          <w:b/>
          <w:sz w:val="24"/>
          <w:szCs w:val="24"/>
        </w:rPr>
        <w:t xml:space="preserve"> </w:t>
      </w:r>
      <w:r w:rsidR="0085747A" w:rsidRPr="005F0044">
        <w:rPr>
          <w:rFonts w:ascii="Corbel" w:hAnsi="Corbel"/>
          <w:b/>
          <w:sz w:val="24"/>
          <w:szCs w:val="24"/>
        </w:rPr>
        <w:t>T</w:t>
      </w:r>
      <w:r w:rsidR="001D7B54" w:rsidRPr="005F004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F0044">
        <w:rPr>
          <w:rFonts w:ascii="Corbel" w:hAnsi="Corbel"/>
          <w:sz w:val="24"/>
          <w:szCs w:val="24"/>
        </w:rPr>
        <w:t xml:space="preserve">  </w:t>
      </w:r>
    </w:p>
    <w:p w14:paraId="0ACD5505" w14:textId="77777777" w:rsidR="0085747A" w:rsidRPr="005F0044" w:rsidRDefault="00BE171E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F0044">
        <w:rPr>
          <w:rFonts w:ascii="Corbel" w:hAnsi="Corbel"/>
          <w:sz w:val="24"/>
          <w:szCs w:val="24"/>
        </w:rPr>
        <w:t>Problematyka konwersatorium</w:t>
      </w:r>
      <w:r w:rsidR="0085747A" w:rsidRPr="005F0044">
        <w:rPr>
          <w:rFonts w:ascii="Corbel" w:hAnsi="Corbel"/>
          <w:sz w:val="24"/>
          <w:szCs w:val="24"/>
        </w:rPr>
        <w:t xml:space="preserve"> </w:t>
      </w:r>
    </w:p>
    <w:p w14:paraId="024352B9" w14:textId="77777777" w:rsidR="00675843" w:rsidRPr="005F004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0044" w14:paraId="211B6B10" w14:textId="77777777" w:rsidTr="001B3A85">
        <w:tc>
          <w:tcPr>
            <w:tcW w:w="9520" w:type="dxa"/>
          </w:tcPr>
          <w:p w14:paraId="6BC935A2" w14:textId="77777777" w:rsidR="0085747A" w:rsidRPr="005F004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302C" w:rsidRPr="005F0044" w14:paraId="3F59FA59" w14:textId="77777777" w:rsidTr="001B3A85">
        <w:tc>
          <w:tcPr>
            <w:tcW w:w="9520" w:type="dxa"/>
          </w:tcPr>
          <w:p w14:paraId="33E6FBE3" w14:textId="77777777" w:rsidR="0030302C" w:rsidRPr="005F0044" w:rsidRDefault="003030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Znaczenie wizerunku osobistego w życiu publicznym i polityce.</w:t>
            </w:r>
          </w:p>
        </w:tc>
      </w:tr>
      <w:tr w:rsidR="0030302C" w:rsidRPr="005F0044" w14:paraId="06F6EEC8" w14:textId="77777777" w:rsidTr="001B3A85">
        <w:tc>
          <w:tcPr>
            <w:tcW w:w="9520" w:type="dxa"/>
          </w:tcPr>
          <w:p w14:paraId="79E5FBB9" w14:textId="77777777" w:rsidR="0030302C" w:rsidRPr="005F0044" w:rsidRDefault="00C7211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Komunikowanie werbalne i niewerbalne</w:t>
            </w:r>
            <w:r w:rsidR="0030302C" w:rsidRPr="005F0044">
              <w:rPr>
                <w:rFonts w:ascii="Corbel" w:hAnsi="Corbel"/>
                <w:sz w:val="24"/>
                <w:szCs w:val="24"/>
              </w:rPr>
              <w:t xml:space="preserve"> w budowaniu wizerunku.</w:t>
            </w:r>
          </w:p>
        </w:tc>
      </w:tr>
      <w:tr w:rsidR="0085747A" w:rsidRPr="005F0044" w14:paraId="27FEB506" w14:textId="77777777" w:rsidTr="001B3A85">
        <w:tc>
          <w:tcPr>
            <w:tcW w:w="9520" w:type="dxa"/>
          </w:tcPr>
          <w:p w14:paraId="4A332AD3" w14:textId="77777777" w:rsidR="0085747A" w:rsidRPr="005F0044" w:rsidRDefault="001B3A8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Pojęcie,</w:t>
            </w:r>
            <w:r w:rsidR="0030302C" w:rsidRPr="005F0044">
              <w:rPr>
                <w:rFonts w:ascii="Corbel" w:hAnsi="Corbel"/>
                <w:sz w:val="24"/>
                <w:szCs w:val="24"/>
              </w:rPr>
              <w:t xml:space="preserve"> znaczenie</w:t>
            </w:r>
            <w:r w:rsidRPr="005F0044">
              <w:rPr>
                <w:rFonts w:ascii="Corbel" w:hAnsi="Corbel"/>
                <w:sz w:val="24"/>
                <w:szCs w:val="24"/>
              </w:rPr>
              <w:t>, strategie</w:t>
            </w:r>
            <w:r w:rsidR="0030302C" w:rsidRPr="005F0044">
              <w:rPr>
                <w:rFonts w:ascii="Corbel" w:hAnsi="Corbel"/>
                <w:sz w:val="24"/>
                <w:szCs w:val="24"/>
              </w:rPr>
              <w:t xml:space="preserve"> autoprezentacji.</w:t>
            </w:r>
          </w:p>
        </w:tc>
      </w:tr>
      <w:tr w:rsidR="0085747A" w:rsidRPr="005F0044" w14:paraId="7471CDC8" w14:textId="77777777" w:rsidTr="001B3A85">
        <w:tc>
          <w:tcPr>
            <w:tcW w:w="9520" w:type="dxa"/>
          </w:tcPr>
          <w:p w14:paraId="71736EE2" w14:textId="77777777" w:rsidR="0085747A" w:rsidRPr="005F0044" w:rsidRDefault="003030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Działania kreujące wizerunek publiczny.</w:t>
            </w:r>
          </w:p>
        </w:tc>
      </w:tr>
      <w:tr w:rsidR="0030302C" w:rsidRPr="005F0044" w14:paraId="3F35D7B4" w14:textId="77777777" w:rsidTr="001B3A85">
        <w:tc>
          <w:tcPr>
            <w:tcW w:w="9520" w:type="dxa"/>
          </w:tcPr>
          <w:p w14:paraId="4CF07142" w14:textId="77777777" w:rsidR="0030302C" w:rsidRPr="005F0044" w:rsidRDefault="003030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Strategie budowania wizerunku</w:t>
            </w:r>
            <w:r w:rsidR="00884D08" w:rsidRPr="005F004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2C" w:rsidRPr="005F0044" w14:paraId="2C0B3D2B" w14:textId="77777777" w:rsidTr="001B3A85">
        <w:tc>
          <w:tcPr>
            <w:tcW w:w="9520" w:type="dxa"/>
          </w:tcPr>
          <w:p w14:paraId="0FA0EF5B" w14:textId="77777777" w:rsidR="0030302C" w:rsidRPr="005F0044" w:rsidRDefault="003030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Zarządzanie wizerunkiem w sytuacjach kryzysowych.</w:t>
            </w:r>
          </w:p>
        </w:tc>
      </w:tr>
      <w:tr w:rsidR="001B3A85" w:rsidRPr="005F0044" w14:paraId="2E89ADCC" w14:textId="77777777" w:rsidTr="001B3A85">
        <w:tc>
          <w:tcPr>
            <w:tcW w:w="9520" w:type="dxa"/>
          </w:tcPr>
          <w:p w14:paraId="46365C8F" w14:textId="77777777" w:rsidR="001B3A85" w:rsidRPr="005F0044" w:rsidRDefault="001B3A8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Budowanie wizerunku z wykorzystaniem mediów internetowych.</w:t>
            </w:r>
          </w:p>
        </w:tc>
      </w:tr>
    </w:tbl>
    <w:p w14:paraId="72DD2866" w14:textId="77777777" w:rsidR="0085747A" w:rsidRPr="005F00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963C139" w14:textId="77777777" w:rsidR="0085747A" w:rsidRPr="005F004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F0044">
        <w:rPr>
          <w:rFonts w:ascii="Corbel" w:hAnsi="Corbel"/>
          <w:sz w:val="24"/>
          <w:szCs w:val="24"/>
        </w:rPr>
        <w:t>Proble</w:t>
      </w:r>
      <w:r w:rsidR="00BE171E" w:rsidRPr="005F0044">
        <w:rPr>
          <w:rFonts w:ascii="Corbel" w:hAnsi="Corbel"/>
          <w:sz w:val="24"/>
          <w:szCs w:val="24"/>
        </w:rPr>
        <w:t>matyka</w:t>
      </w:r>
      <w:r w:rsidR="009F4610" w:rsidRPr="005F0044">
        <w:rPr>
          <w:rFonts w:ascii="Corbel" w:hAnsi="Corbel"/>
          <w:sz w:val="24"/>
          <w:szCs w:val="24"/>
        </w:rPr>
        <w:t xml:space="preserve"> </w:t>
      </w:r>
      <w:r w:rsidR="005249D8" w:rsidRPr="005F0044">
        <w:rPr>
          <w:rFonts w:ascii="Corbel" w:hAnsi="Corbel"/>
          <w:sz w:val="24"/>
          <w:szCs w:val="24"/>
        </w:rPr>
        <w:t>zajęć warsztatowych</w:t>
      </w:r>
      <w:r w:rsidRPr="005F0044">
        <w:rPr>
          <w:rFonts w:ascii="Corbel" w:hAnsi="Corbel"/>
          <w:sz w:val="24"/>
          <w:szCs w:val="24"/>
        </w:rPr>
        <w:t xml:space="preserve"> </w:t>
      </w:r>
    </w:p>
    <w:p w14:paraId="72F87E65" w14:textId="77777777" w:rsidR="0085747A" w:rsidRPr="005F004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0044" w14:paraId="5E7D4063" w14:textId="77777777" w:rsidTr="00475BCD">
        <w:tc>
          <w:tcPr>
            <w:tcW w:w="9520" w:type="dxa"/>
          </w:tcPr>
          <w:p w14:paraId="4215EEF7" w14:textId="77777777" w:rsidR="0085747A" w:rsidRPr="005F004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2113" w:rsidRPr="005F0044" w14:paraId="7A72107E" w14:textId="77777777" w:rsidTr="00475BCD">
        <w:tc>
          <w:tcPr>
            <w:tcW w:w="9520" w:type="dxa"/>
          </w:tcPr>
          <w:p w14:paraId="061BFAD2" w14:textId="77777777" w:rsidR="00C72113" w:rsidRPr="005F0044" w:rsidRDefault="00C72113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Media w procesie kreowania wizerunku polityka.</w:t>
            </w:r>
          </w:p>
        </w:tc>
      </w:tr>
      <w:tr w:rsidR="0085747A" w:rsidRPr="005F0044" w14:paraId="7BADE86D" w14:textId="77777777" w:rsidTr="00475BCD">
        <w:tc>
          <w:tcPr>
            <w:tcW w:w="9520" w:type="dxa"/>
          </w:tcPr>
          <w:p w14:paraId="04EFB98C" w14:textId="77777777" w:rsidR="0085747A" w:rsidRPr="005F0044" w:rsidRDefault="00C721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Zasady wystąpień publicznych.</w:t>
            </w:r>
          </w:p>
        </w:tc>
      </w:tr>
      <w:tr w:rsidR="0085747A" w:rsidRPr="005F0044" w14:paraId="6810AA1C" w14:textId="77777777" w:rsidTr="00475BCD">
        <w:tc>
          <w:tcPr>
            <w:tcW w:w="9520" w:type="dxa"/>
          </w:tcPr>
          <w:p w14:paraId="59BAA31E" w14:textId="77777777" w:rsidR="0085747A" w:rsidRPr="005F0044" w:rsidRDefault="00C721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Chwyty erystyczne wykorzystywane w debatach publicznych.</w:t>
            </w:r>
          </w:p>
        </w:tc>
      </w:tr>
      <w:tr w:rsidR="0085747A" w:rsidRPr="005F0044" w14:paraId="54C88AC8" w14:textId="77777777" w:rsidTr="00475BCD">
        <w:tc>
          <w:tcPr>
            <w:tcW w:w="9520" w:type="dxa"/>
          </w:tcPr>
          <w:p w14:paraId="625AE9CF" w14:textId="77777777" w:rsidR="0085747A" w:rsidRPr="005F0044" w:rsidRDefault="00C721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Analiza studiów przypadku dotyczących kreowania wizerunku na poziomie polityki europejskiej.</w:t>
            </w:r>
          </w:p>
        </w:tc>
      </w:tr>
      <w:tr w:rsidR="00475BCD" w:rsidRPr="005F0044" w14:paraId="6AF6D4E2" w14:textId="77777777" w:rsidTr="00475B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F9AB" w14:textId="77777777" w:rsidR="00475BCD" w:rsidRPr="005F0044" w:rsidRDefault="00C72113" w:rsidP="00A30E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lastRenderedPageBreak/>
              <w:t>Analiza studiów przypadku dotyczących kreowania wizerunku na poziomie polityki krajowej i regionalnej.</w:t>
            </w:r>
          </w:p>
        </w:tc>
      </w:tr>
      <w:tr w:rsidR="00475BCD" w:rsidRPr="005F0044" w14:paraId="4FF3D838" w14:textId="77777777" w:rsidTr="00475B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1D20C" w14:textId="77777777" w:rsidR="00475BCD" w:rsidRPr="005F0044" w:rsidRDefault="0037414C" w:rsidP="00A30E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Analiza studiów przypadku dot</w:t>
            </w:r>
            <w:r w:rsidR="002A3D47" w:rsidRPr="005F0044">
              <w:rPr>
                <w:rFonts w:ascii="Corbel" w:hAnsi="Corbel"/>
                <w:sz w:val="24"/>
                <w:szCs w:val="24"/>
              </w:rPr>
              <w:t>yczących budowania wizerunku w I</w:t>
            </w:r>
            <w:r w:rsidRPr="005F0044">
              <w:rPr>
                <w:rFonts w:ascii="Corbel" w:hAnsi="Corbel"/>
                <w:sz w:val="24"/>
                <w:szCs w:val="24"/>
              </w:rPr>
              <w:t>nternecie.</w:t>
            </w:r>
          </w:p>
        </w:tc>
      </w:tr>
      <w:tr w:rsidR="00475BCD" w:rsidRPr="005F0044" w14:paraId="11BA6EE8" w14:textId="77777777" w:rsidTr="00475B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CF95" w14:textId="77777777" w:rsidR="00475BCD" w:rsidRPr="005F0044" w:rsidRDefault="00C72113" w:rsidP="00A30E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Analiza studiów przypadku dotyczących reakcji polityków na „wpadki” wizerunkowe.</w:t>
            </w:r>
          </w:p>
        </w:tc>
      </w:tr>
    </w:tbl>
    <w:p w14:paraId="383D83B6" w14:textId="77777777" w:rsidR="0085747A" w:rsidRPr="005F004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F2B742" w14:textId="77777777" w:rsidR="0085747A" w:rsidRPr="005F004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>3.4 Metody dydaktyczne</w:t>
      </w:r>
      <w:r w:rsidRPr="005F0044">
        <w:rPr>
          <w:rFonts w:ascii="Corbel" w:hAnsi="Corbel"/>
          <w:b w:val="0"/>
          <w:smallCaps w:val="0"/>
          <w:szCs w:val="24"/>
        </w:rPr>
        <w:t xml:space="preserve"> </w:t>
      </w:r>
    </w:p>
    <w:p w14:paraId="3C6D2629" w14:textId="77777777" w:rsidR="00F86450" w:rsidRPr="005F0044" w:rsidRDefault="00F8645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5DBBCD" w14:textId="77777777" w:rsidR="0085747A" w:rsidRPr="005F0044" w:rsidRDefault="008A148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F0044">
        <w:rPr>
          <w:rFonts w:ascii="Corbel" w:hAnsi="Corbel"/>
          <w:b w:val="0"/>
          <w:smallCaps w:val="0"/>
          <w:szCs w:val="24"/>
        </w:rPr>
        <w:t xml:space="preserve">Konwersatorium </w:t>
      </w:r>
      <w:r w:rsidR="00F86450" w:rsidRPr="005F0044">
        <w:rPr>
          <w:rFonts w:ascii="Corbel" w:hAnsi="Corbel"/>
          <w:b w:val="0"/>
          <w:smallCaps w:val="0"/>
          <w:szCs w:val="24"/>
        </w:rPr>
        <w:t>–</w:t>
      </w:r>
      <w:r w:rsidRPr="005F0044">
        <w:rPr>
          <w:rFonts w:ascii="Corbel" w:hAnsi="Corbel"/>
          <w:b w:val="0"/>
          <w:smallCaps w:val="0"/>
          <w:szCs w:val="24"/>
        </w:rPr>
        <w:t xml:space="preserve"> </w:t>
      </w:r>
      <w:r w:rsidR="00F86450" w:rsidRPr="005F0044">
        <w:rPr>
          <w:rFonts w:ascii="Corbel" w:hAnsi="Corbel"/>
          <w:b w:val="0"/>
          <w:smallCaps w:val="0"/>
          <w:szCs w:val="24"/>
        </w:rPr>
        <w:t>dyskusja, analiza studiów przypadku, analiza tekstów.</w:t>
      </w:r>
    </w:p>
    <w:p w14:paraId="20FA7733" w14:textId="77777777" w:rsidR="00F86450" w:rsidRPr="005F0044" w:rsidRDefault="00F8645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BB9D32" w14:textId="77777777" w:rsidR="00F86450" w:rsidRPr="005F0044" w:rsidRDefault="00F8645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F0044">
        <w:rPr>
          <w:rFonts w:ascii="Corbel" w:hAnsi="Corbel"/>
          <w:b w:val="0"/>
          <w:smallCaps w:val="0"/>
          <w:szCs w:val="24"/>
        </w:rPr>
        <w:t xml:space="preserve">Zajęcia praktyczne – dyskusja, praca w grupach, symulacja studiów przypadku. </w:t>
      </w:r>
    </w:p>
    <w:p w14:paraId="0F8A4D73" w14:textId="77777777" w:rsidR="0085747A" w:rsidRPr="005F004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 xml:space="preserve">4. </w:t>
      </w:r>
      <w:r w:rsidR="0085747A" w:rsidRPr="005F0044">
        <w:rPr>
          <w:rFonts w:ascii="Corbel" w:hAnsi="Corbel"/>
          <w:smallCaps w:val="0"/>
          <w:szCs w:val="24"/>
        </w:rPr>
        <w:t>METODY I KRYTERIA OCENY</w:t>
      </w:r>
      <w:r w:rsidR="009F4610" w:rsidRPr="005F0044">
        <w:rPr>
          <w:rFonts w:ascii="Corbel" w:hAnsi="Corbel"/>
          <w:smallCaps w:val="0"/>
          <w:szCs w:val="24"/>
        </w:rPr>
        <w:t xml:space="preserve"> </w:t>
      </w:r>
    </w:p>
    <w:p w14:paraId="47C9F6CA" w14:textId="77777777" w:rsidR="00923D7D" w:rsidRPr="005F004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0D7E33" w14:textId="77777777" w:rsidR="0085747A" w:rsidRPr="005F004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F0044">
        <w:rPr>
          <w:rFonts w:ascii="Corbel" w:hAnsi="Corbel"/>
          <w:smallCaps w:val="0"/>
          <w:szCs w:val="24"/>
        </w:rPr>
        <w:t>uczenia się</w:t>
      </w:r>
    </w:p>
    <w:p w14:paraId="62AF23B2" w14:textId="77777777" w:rsidR="0085747A" w:rsidRPr="005F00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5F0044" w14:paraId="0748225D" w14:textId="77777777" w:rsidTr="00C05F44">
        <w:tc>
          <w:tcPr>
            <w:tcW w:w="1985" w:type="dxa"/>
            <w:vAlign w:val="center"/>
          </w:tcPr>
          <w:p w14:paraId="73F95434" w14:textId="77777777" w:rsidR="0085747A" w:rsidRPr="005F004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F20485A" w14:textId="77777777" w:rsidR="0085747A" w:rsidRPr="005F004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484691B" w14:textId="77777777" w:rsidR="0085747A" w:rsidRPr="005F004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F00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6C1046D" w14:textId="77777777" w:rsidR="00923D7D" w:rsidRPr="005F00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5D3BEB5" w14:textId="77777777" w:rsidR="0085747A" w:rsidRPr="005F00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F004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F004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5F0044" w14:paraId="0C7B5CE1" w14:textId="77777777" w:rsidTr="00C05F44">
        <w:tc>
          <w:tcPr>
            <w:tcW w:w="1985" w:type="dxa"/>
          </w:tcPr>
          <w:p w14:paraId="755AFFE1" w14:textId="77777777" w:rsidR="0085747A" w:rsidRPr="005F00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F004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F004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F17607C" w14:textId="77777777" w:rsidR="0085747A" w:rsidRPr="005F0044" w:rsidRDefault="00633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7EDD57B9" w14:textId="77777777" w:rsidR="0085747A" w:rsidRPr="005F0044" w:rsidRDefault="00633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F004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85747A" w:rsidRPr="005F0044" w14:paraId="769F47DB" w14:textId="77777777" w:rsidTr="00C05F44">
        <w:tc>
          <w:tcPr>
            <w:tcW w:w="1985" w:type="dxa"/>
          </w:tcPr>
          <w:p w14:paraId="73A6E333" w14:textId="77777777" w:rsidR="0085747A" w:rsidRPr="005F00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6715F5" w14:textId="77777777" w:rsidR="0085747A" w:rsidRPr="005F0044" w:rsidRDefault="00633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61C250B6" w14:textId="77777777" w:rsidR="0085747A" w:rsidRPr="005F0044" w:rsidRDefault="00633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F004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82691A" w:rsidRPr="005F0044" w14:paraId="2668D152" w14:textId="77777777" w:rsidTr="00C05F44">
        <w:tc>
          <w:tcPr>
            <w:tcW w:w="1985" w:type="dxa"/>
          </w:tcPr>
          <w:p w14:paraId="5794926B" w14:textId="77777777" w:rsidR="0082691A" w:rsidRPr="005F0044" w:rsidRDefault="0082691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9C2086E" w14:textId="77777777" w:rsidR="0082691A" w:rsidRPr="005F0044" w:rsidRDefault="00633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projekt zaliczeniowy</w:t>
            </w:r>
          </w:p>
        </w:tc>
        <w:tc>
          <w:tcPr>
            <w:tcW w:w="2126" w:type="dxa"/>
          </w:tcPr>
          <w:p w14:paraId="23CA63F1" w14:textId="77777777" w:rsidR="0082691A" w:rsidRPr="005F0044" w:rsidRDefault="00633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F004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5F0044">
              <w:rPr>
                <w:rFonts w:ascii="Corbel" w:hAnsi="Corbel"/>
                <w:b w:val="0"/>
                <w:szCs w:val="24"/>
              </w:rPr>
              <w:t>, ZW</w:t>
            </w:r>
          </w:p>
        </w:tc>
      </w:tr>
      <w:tr w:rsidR="0082691A" w:rsidRPr="005F0044" w14:paraId="06A2BF2C" w14:textId="77777777" w:rsidTr="00C05F44">
        <w:tc>
          <w:tcPr>
            <w:tcW w:w="1985" w:type="dxa"/>
          </w:tcPr>
          <w:p w14:paraId="1E32F62E" w14:textId="77777777" w:rsidR="0082691A" w:rsidRPr="005F0044" w:rsidRDefault="0082691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41B0FD0" w14:textId="77777777" w:rsidR="0082691A" w:rsidRPr="005F0044" w:rsidRDefault="002A15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ocena dyskusji w trakcie zajęć</w:t>
            </w:r>
          </w:p>
        </w:tc>
        <w:tc>
          <w:tcPr>
            <w:tcW w:w="2126" w:type="dxa"/>
          </w:tcPr>
          <w:p w14:paraId="3D3A74E1" w14:textId="77777777" w:rsidR="0082691A" w:rsidRPr="005F0044" w:rsidRDefault="002A15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F004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5F0044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Pr="005F0044">
              <w:rPr>
                <w:rFonts w:ascii="Corbel" w:hAnsi="Corbel"/>
                <w:b w:val="0"/>
                <w:szCs w:val="24"/>
              </w:rPr>
              <w:t>zw</w:t>
            </w:r>
            <w:proofErr w:type="spellEnd"/>
          </w:p>
        </w:tc>
      </w:tr>
      <w:tr w:rsidR="00226862" w:rsidRPr="005F0044" w14:paraId="2F24C7C2" w14:textId="77777777" w:rsidTr="00C05F44">
        <w:tc>
          <w:tcPr>
            <w:tcW w:w="1985" w:type="dxa"/>
          </w:tcPr>
          <w:p w14:paraId="2C8CAFE3" w14:textId="77777777" w:rsidR="00226862" w:rsidRPr="005F0044" w:rsidRDefault="002268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C445415" w14:textId="77777777" w:rsidR="00226862" w:rsidRPr="005F0044" w:rsidRDefault="00CC538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ocena ćwiczeń w trakcie zajęć</w:t>
            </w:r>
          </w:p>
        </w:tc>
        <w:tc>
          <w:tcPr>
            <w:tcW w:w="2126" w:type="dxa"/>
          </w:tcPr>
          <w:p w14:paraId="545A8172" w14:textId="77777777" w:rsidR="00226862" w:rsidRPr="005F0044" w:rsidRDefault="00C406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 xml:space="preserve">KONW, </w:t>
            </w:r>
            <w:proofErr w:type="spellStart"/>
            <w:r w:rsidRPr="005F0044">
              <w:rPr>
                <w:rFonts w:ascii="Corbel" w:hAnsi="Corbel"/>
                <w:b w:val="0"/>
                <w:szCs w:val="24"/>
              </w:rPr>
              <w:t>zW</w:t>
            </w:r>
            <w:proofErr w:type="spellEnd"/>
          </w:p>
        </w:tc>
      </w:tr>
    </w:tbl>
    <w:p w14:paraId="3110330C" w14:textId="0DBCDB23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2F8D2E" w14:textId="77777777" w:rsidR="002A616E" w:rsidRPr="005F0044" w:rsidRDefault="002A616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14:paraId="55831778" w14:textId="77777777" w:rsidR="0085747A" w:rsidRPr="005F004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 xml:space="preserve">4.2 </w:t>
      </w:r>
      <w:r w:rsidR="0085747A" w:rsidRPr="005F004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F0044">
        <w:rPr>
          <w:rFonts w:ascii="Corbel" w:hAnsi="Corbel"/>
          <w:smallCaps w:val="0"/>
          <w:szCs w:val="24"/>
        </w:rPr>
        <w:t xml:space="preserve"> </w:t>
      </w:r>
    </w:p>
    <w:p w14:paraId="212834B5" w14:textId="77777777" w:rsidR="00923D7D" w:rsidRPr="005F004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0044" w14:paraId="4C59356F" w14:textId="77777777" w:rsidTr="00923D7D">
        <w:tc>
          <w:tcPr>
            <w:tcW w:w="9670" w:type="dxa"/>
          </w:tcPr>
          <w:p w14:paraId="1E7ABCA0" w14:textId="7AD88591" w:rsidR="0085747A" w:rsidRPr="005F0044" w:rsidRDefault="0082559F" w:rsidP="005649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Zaliczenie konwersatorium – zaliczenie pisemne, 5 pytań z tematyki przedmiotu.</w:t>
            </w:r>
          </w:p>
          <w:p w14:paraId="3C1B61C7" w14:textId="77777777" w:rsidR="0084517B" w:rsidRPr="005F0044" w:rsidRDefault="0084517B" w:rsidP="0084517B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5F0044">
              <w:rPr>
                <w:rFonts w:ascii="Corbel" w:hAnsi="Corbel"/>
                <w:sz w:val="20"/>
              </w:rPr>
              <w:t xml:space="preserve">Ostateczna ocena zależna od ilości zebranych punktów: </w:t>
            </w:r>
          </w:p>
          <w:p w14:paraId="0182ED1B" w14:textId="77777777" w:rsidR="0084517B" w:rsidRPr="005F0044" w:rsidRDefault="0084517B" w:rsidP="0084517B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5F0044">
              <w:rPr>
                <w:rFonts w:ascii="Corbel" w:hAnsi="Corbel"/>
                <w:sz w:val="20"/>
              </w:rPr>
              <w:t xml:space="preserve">100-90% - 5; </w:t>
            </w:r>
          </w:p>
          <w:p w14:paraId="16CEE82C" w14:textId="77777777" w:rsidR="0084517B" w:rsidRPr="005F0044" w:rsidRDefault="0084517B" w:rsidP="0084517B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5F0044">
              <w:rPr>
                <w:rFonts w:ascii="Corbel" w:hAnsi="Corbel"/>
                <w:sz w:val="20"/>
              </w:rPr>
              <w:t xml:space="preserve">89-80% - 4,5; </w:t>
            </w:r>
          </w:p>
          <w:p w14:paraId="1AAD9EC7" w14:textId="77777777" w:rsidR="0084517B" w:rsidRPr="005F0044" w:rsidRDefault="0084517B" w:rsidP="0084517B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5F0044">
              <w:rPr>
                <w:rFonts w:ascii="Corbel" w:hAnsi="Corbel"/>
                <w:sz w:val="20"/>
              </w:rPr>
              <w:t xml:space="preserve">79-70% - 4; </w:t>
            </w:r>
          </w:p>
          <w:p w14:paraId="11B0FF84" w14:textId="77777777" w:rsidR="0084517B" w:rsidRPr="005F0044" w:rsidRDefault="0084517B" w:rsidP="0084517B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5F0044">
              <w:rPr>
                <w:rFonts w:ascii="Corbel" w:hAnsi="Corbel"/>
                <w:sz w:val="20"/>
              </w:rPr>
              <w:t xml:space="preserve">69-60% - 3,5; </w:t>
            </w:r>
          </w:p>
          <w:p w14:paraId="4E472429" w14:textId="77777777" w:rsidR="0084517B" w:rsidRPr="005F0044" w:rsidRDefault="0084517B" w:rsidP="0084517B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5F0044">
              <w:rPr>
                <w:rFonts w:ascii="Corbel" w:hAnsi="Corbel"/>
                <w:sz w:val="20"/>
              </w:rPr>
              <w:t xml:space="preserve">59-50% - 3; </w:t>
            </w:r>
          </w:p>
          <w:p w14:paraId="5F88FB2B" w14:textId="1A4319BE" w:rsidR="0084517B" w:rsidRPr="005F0044" w:rsidRDefault="0084517B" w:rsidP="008451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sz w:val="20"/>
              </w:rPr>
              <w:t>poniżej 50% - 2.</w:t>
            </w:r>
          </w:p>
          <w:p w14:paraId="65A31ACB" w14:textId="77777777" w:rsidR="0082559F" w:rsidRPr="005F0044" w:rsidRDefault="0082559F" w:rsidP="005649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D47C154" w14:textId="77777777" w:rsidR="00923D7D" w:rsidRPr="005F0044" w:rsidRDefault="003C6079" w:rsidP="005649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Zaliczenie zajęć warsztatowych – projekt zaliczeniowy. </w:t>
            </w:r>
            <w:r w:rsidR="004060D8"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Analiza trzech sytuacji praktycznych związanych z budową wizerunku w polityce. Każda sytuacja powinna być opisana w następujący sposób: krótki opis sytuacji, odniesienie sytuacji do założeń teoretycznych, porównanie sytuacji rzeczywistej i założeń teoretycznych. </w:t>
            </w:r>
          </w:p>
          <w:p w14:paraId="04D0765B" w14:textId="77777777" w:rsidR="0085747A" w:rsidRPr="005F00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563BBE4" w14:textId="7C055842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17DFB3" w14:textId="52EDBC74" w:rsidR="002A616E" w:rsidRDefault="002A616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6393AC" w14:textId="5824E5AE" w:rsidR="002A616E" w:rsidRDefault="002A616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2BE821" w14:textId="77777777" w:rsidR="009F4610" w:rsidRPr="005F004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F0044">
        <w:rPr>
          <w:rFonts w:ascii="Corbel" w:hAnsi="Corbel"/>
          <w:b/>
          <w:sz w:val="24"/>
          <w:szCs w:val="24"/>
        </w:rPr>
        <w:t xml:space="preserve">5. </w:t>
      </w:r>
      <w:r w:rsidR="00C61DC5" w:rsidRPr="005F004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5750CB5" w14:textId="77777777" w:rsidR="0085747A" w:rsidRPr="005F00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F0044" w14:paraId="575E7B7A" w14:textId="77777777" w:rsidTr="003E1941">
        <w:tc>
          <w:tcPr>
            <w:tcW w:w="4962" w:type="dxa"/>
            <w:vAlign w:val="center"/>
          </w:tcPr>
          <w:p w14:paraId="567569F9" w14:textId="77777777" w:rsidR="0085747A" w:rsidRPr="005F00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F004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F004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F004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16F56B6" w14:textId="77777777" w:rsidR="0085747A" w:rsidRPr="005F00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F004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F004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F004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F004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F0044" w14:paraId="3315532B" w14:textId="77777777" w:rsidTr="00923D7D">
        <w:tc>
          <w:tcPr>
            <w:tcW w:w="4962" w:type="dxa"/>
          </w:tcPr>
          <w:p w14:paraId="5EB3DECB" w14:textId="77777777" w:rsidR="0085747A" w:rsidRPr="005F00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G</w:t>
            </w:r>
            <w:r w:rsidR="0085747A" w:rsidRPr="005F004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F004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F004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F0044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F0044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F004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F004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5770C08" w14:textId="77777777" w:rsidR="0085747A" w:rsidRPr="005F0044" w:rsidRDefault="00501B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5F0044" w14:paraId="5C61615C" w14:textId="77777777" w:rsidTr="00923D7D">
        <w:tc>
          <w:tcPr>
            <w:tcW w:w="4962" w:type="dxa"/>
          </w:tcPr>
          <w:p w14:paraId="54245E4E" w14:textId="77777777" w:rsidR="00C61DC5" w:rsidRPr="005F00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F004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42AD55" w14:textId="77777777" w:rsidR="00C61DC5" w:rsidRPr="005F00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(u</w:t>
            </w:r>
            <w:r w:rsidR="00A45103" w:rsidRPr="005F0044">
              <w:rPr>
                <w:rFonts w:ascii="Corbel" w:hAnsi="Corbel"/>
                <w:sz w:val="24"/>
                <w:szCs w:val="24"/>
              </w:rPr>
              <w:t>dział w konsultacjach</w:t>
            </w:r>
            <w:r w:rsidRPr="005F004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30044F0" w14:textId="77777777" w:rsidR="00C61DC5" w:rsidRPr="005F0044" w:rsidRDefault="00A4510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5F0044" w14:paraId="41C746C5" w14:textId="77777777" w:rsidTr="00923D7D">
        <w:tc>
          <w:tcPr>
            <w:tcW w:w="4962" w:type="dxa"/>
          </w:tcPr>
          <w:p w14:paraId="1EE0ECC7" w14:textId="77777777" w:rsidR="0071620A" w:rsidRPr="005F00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14:paraId="35E8466A" w14:textId="77777777" w:rsidR="00C61DC5" w:rsidRPr="005F00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(</w:t>
            </w:r>
            <w:r w:rsidR="005F07BB" w:rsidRPr="005F0044">
              <w:rPr>
                <w:rFonts w:ascii="Corbel" w:hAnsi="Corbel"/>
                <w:sz w:val="24"/>
                <w:szCs w:val="24"/>
              </w:rPr>
              <w:t>przygotowanie do zajęć, przygotowanie do zaliczenia, przygotowanie projektu, samodzielne studiowanie literatury i studiów przypadku</w:t>
            </w:r>
            <w:r w:rsidRPr="005F004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AE22C39" w14:textId="77777777" w:rsidR="00C61DC5" w:rsidRPr="005F0044" w:rsidRDefault="00A4510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5F0044" w14:paraId="1757B896" w14:textId="77777777" w:rsidTr="00923D7D">
        <w:tc>
          <w:tcPr>
            <w:tcW w:w="4962" w:type="dxa"/>
          </w:tcPr>
          <w:p w14:paraId="14F2D906" w14:textId="77777777" w:rsidR="0085747A" w:rsidRPr="005F004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7C6C68" w14:textId="77777777" w:rsidR="0085747A" w:rsidRPr="005F0044" w:rsidRDefault="00A4510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76</w:t>
            </w:r>
          </w:p>
        </w:tc>
      </w:tr>
      <w:tr w:rsidR="0085747A" w:rsidRPr="005F0044" w14:paraId="6B9700C8" w14:textId="77777777" w:rsidTr="00923D7D">
        <w:tc>
          <w:tcPr>
            <w:tcW w:w="4962" w:type="dxa"/>
          </w:tcPr>
          <w:p w14:paraId="1B510E10" w14:textId="77777777" w:rsidR="0085747A" w:rsidRPr="005F004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F004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F953ECD" w14:textId="77777777" w:rsidR="0085747A" w:rsidRPr="005F0044" w:rsidRDefault="00501B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B05EF58" w14:textId="77777777" w:rsidR="0085747A" w:rsidRPr="005F004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F004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F004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BBD205" w14:textId="77777777" w:rsidR="003E1941" w:rsidRPr="005F004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74D57F" w14:textId="77777777" w:rsidR="0085747A" w:rsidRPr="005F004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 xml:space="preserve">6. </w:t>
      </w:r>
      <w:r w:rsidR="0085747A" w:rsidRPr="005F0044">
        <w:rPr>
          <w:rFonts w:ascii="Corbel" w:hAnsi="Corbel"/>
          <w:smallCaps w:val="0"/>
          <w:szCs w:val="24"/>
        </w:rPr>
        <w:t>PRAKTYKI ZAWO</w:t>
      </w:r>
      <w:r w:rsidR="009D3F3B" w:rsidRPr="005F0044">
        <w:rPr>
          <w:rFonts w:ascii="Corbel" w:hAnsi="Corbel"/>
          <w:smallCaps w:val="0"/>
          <w:szCs w:val="24"/>
        </w:rPr>
        <w:t>DOWE W RAMACH PRZEDMIOTU</w:t>
      </w:r>
    </w:p>
    <w:p w14:paraId="522F2E25" w14:textId="77777777" w:rsidR="0085747A" w:rsidRPr="005F004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5F0044" w14:paraId="349BC231" w14:textId="77777777" w:rsidTr="0071620A">
        <w:trPr>
          <w:trHeight w:val="397"/>
        </w:trPr>
        <w:tc>
          <w:tcPr>
            <w:tcW w:w="3544" w:type="dxa"/>
          </w:tcPr>
          <w:p w14:paraId="770A2671" w14:textId="77777777" w:rsidR="0085747A" w:rsidRPr="005F00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B71B78F" w14:textId="30189B2A" w:rsidR="0085747A" w:rsidRPr="005F0044" w:rsidRDefault="003C7B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5F0044" w14:paraId="778157EC" w14:textId="77777777" w:rsidTr="0071620A">
        <w:trPr>
          <w:trHeight w:val="397"/>
        </w:trPr>
        <w:tc>
          <w:tcPr>
            <w:tcW w:w="3544" w:type="dxa"/>
          </w:tcPr>
          <w:p w14:paraId="56759217" w14:textId="77777777" w:rsidR="0085747A" w:rsidRPr="005F00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7725059" w14:textId="60E7AB3E" w:rsidR="0085747A" w:rsidRPr="005F0044" w:rsidRDefault="003C7B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816E0A9" w14:textId="77777777" w:rsidR="003E1941" w:rsidRPr="005F004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B58AD6" w14:textId="77777777" w:rsidR="0085747A" w:rsidRPr="005F00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 xml:space="preserve">7. </w:t>
      </w:r>
      <w:r w:rsidR="0085747A" w:rsidRPr="005F0044">
        <w:rPr>
          <w:rFonts w:ascii="Corbel" w:hAnsi="Corbel"/>
          <w:smallCaps w:val="0"/>
          <w:szCs w:val="24"/>
        </w:rPr>
        <w:t>LITERATURA</w:t>
      </w:r>
      <w:r w:rsidRPr="005F0044">
        <w:rPr>
          <w:rFonts w:ascii="Corbel" w:hAnsi="Corbel"/>
          <w:smallCaps w:val="0"/>
          <w:szCs w:val="24"/>
        </w:rPr>
        <w:t xml:space="preserve"> </w:t>
      </w:r>
    </w:p>
    <w:p w14:paraId="2F9C0C9C" w14:textId="77777777" w:rsidR="00675843" w:rsidRPr="005F00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5F0044" w14:paraId="6DE28E29" w14:textId="77777777" w:rsidTr="0071620A">
        <w:trPr>
          <w:trHeight w:val="397"/>
        </w:trPr>
        <w:tc>
          <w:tcPr>
            <w:tcW w:w="7513" w:type="dxa"/>
          </w:tcPr>
          <w:p w14:paraId="109C807C" w14:textId="77777777" w:rsidR="0085747A" w:rsidRPr="005F00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F9D748" w14:textId="77777777" w:rsidR="00540B9E" w:rsidRPr="005F0044" w:rsidRDefault="00540B9E" w:rsidP="00540B9E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5F0044">
              <w:rPr>
                <w:rFonts w:ascii="Corbel" w:hAnsi="Corbel" w:cs="Tahoma"/>
                <w:color w:val="000000"/>
              </w:rPr>
              <w:t xml:space="preserve">G. </w:t>
            </w:r>
            <w:proofErr w:type="spellStart"/>
            <w:r w:rsidRPr="005F0044">
              <w:rPr>
                <w:rFonts w:ascii="Corbel" w:hAnsi="Corbel" w:cs="Tahoma"/>
                <w:color w:val="000000"/>
              </w:rPr>
              <w:t>Białopiotrowicz</w:t>
            </w:r>
            <w:proofErr w:type="spellEnd"/>
            <w:r w:rsidRPr="005F0044">
              <w:rPr>
                <w:rFonts w:ascii="Corbel" w:hAnsi="Corbel" w:cs="Tahoma"/>
                <w:color w:val="000000"/>
              </w:rPr>
              <w:t xml:space="preserve">, </w:t>
            </w:r>
            <w:r w:rsidRPr="005F0044">
              <w:rPr>
                <w:rFonts w:ascii="Corbel" w:hAnsi="Corbel" w:cs="Tahoma"/>
                <w:i/>
                <w:color w:val="000000"/>
              </w:rPr>
              <w:t>Kreowanie wizerunku w biznesie i polityce</w:t>
            </w:r>
            <w:r w:rsidRPr="005F0044">
              <w:rPr>
                <w:rFonts w:ascii="Corbel" w:hAnsi="Corbel" w:cs="Tahoma"/>
                <w:color w:val="000000"/>
              </w:rPr>
              <w:t>, Warszawa 2009</w:t>
            </w:r>
            <w:r w:rsidR="00C4402B" w:rsidRPr="005F0044">
              <w:rPr>
                <w:rFonts w:ascii="Corbel" w:hAnsi="Corbel" w:cs="Tahoma"/>
                <w:color w:val="000000"/>
              </w:rPr>
              <w:t>.</w:t>
            </w:r>
          </w:p>
          <w:p w14:paraId="31C4D4E0" w14:textId="77777777" w:rsidR="00723517" w:rsidRPr="005F0044" w:rsidRDefault="00723517" w:rsidP="00723517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5F0044">
              <w:rPr>
                <w:rFonts w:ascii="Corbel" w:hAnsi="Corbel" w:cs="Tahoma"/>
                <w:color w:val="000000"/>
              </w:rPr>
              <w:t xml:space="preserve">M. </w:t>
            </w:r>
            <w:proofErr w:type="spellStart"/>
            <w:r w:rsidRPr="005F0044">
              <w:rPr>
                <w:rFonts w:ascii="Corbel" w:hAnsi="Corbel" w:cs="Tahoma"/>
                <w:color w:val="000000"/>
              </w:rPr>
              <w:t>Leary</w:t>
            </w:r>
            <w:proofErr w:type="spellEnd"/>
            <w:r w:rsidRPr="005F0044">
              <w:rPr>
                <w:rFonts w:ascii="Corbel" w:hAnsi="Corbel" w:cs="Tahoma"/>
                <w:color w:val="000000"/>
              </w:rPr>
              <w:t xml:space="preserve">, </w:t>
            </w:r>
            <w:r w:rsidRPr="005F0044">
              <w:rPr>
                <w:rFonts w:ascii="Corbel" w:hAnsi="Corbel" w:cs="Tahoma"/>
                <w:i/>
                <w:color w:val="000000"/>
              </w:rPr>
              <w:t>Wywieranie wrażenia na inny</w:t>
            </w:r>
            <w:r w:rsidR="009A5F9A" w:rsidRPr="005F0044">
              <w:rPr>
                <w:rFonts w:ascii="Corbel" w:hAnsi="Corbel" w:cs="Tahoma"/>
                <w:i/>
                <w:color w:val="000000"/>
              </w:rPr>
              <w:t>ch O sztuce autoprezentacji</w:t>
            </w:r>
            <w:r w:rsidRPr="005F0044">
              <w:rPr>
                <w:rFonts w:ascii="Corbel" w:hAnsi="Corbel" w:cs="Tahoma"/>
                <w:color w:val="000000"/>
              </w:rPr>
              <w:t>, Sopot 2007.</w:t>
            </w:r>
          </w:p>
          <w:p w14:paraId="6727688B" w14:textId="77777777" w:rsidR="00540B9E" w:rsidRPr="005F0044" w:rsidRDefault="00540B9E" w:rsidP="00723517">
            <w:pPr>
              <w:pStyle w:val="NormalnyWeb"/>
              <w:spacing w:before="0" w:beforeAutospacing="0" w:after="90" w:afterAutospacing="0"/>
              <w:rPr>
                <w:rFonts w:ascii="Corbel" w:hAnsi="Corbel"/>
                <w:b/>
                <w:smallCaps/>
                <w:color w:val="000000"/>
              </w:rPr>
            </w:pPr>
          </w:p>
        </w:tc>
      </w:tr>
      <w:tr w:rsidR="0085747A" w:rsidRPr="005F0044" w14:paraId="53B4E602" w14:textId="77777777" w:rsidTr="0071620A">
        <w:trPr>
          <w:trHeight w:val="397"/>
        </w:trPr>
        <w:tc>
          <w:tcPr>
            <w:tcW w:w="7513" w:type="dxa"/>
          </w:tcPr>
          <w:p w14:paraId="2774A9CA" w14:textId="77777777" w:rsidR="0085747A" w:rsidRPr="005F00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1A27DA1" w14:textId="77777777" w:rsidR="00723517" w:rsidRPr="005F0044" w:rsidRDefault="00723517" w:rsidP="00723517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5F0044">
              <w:rPr>
                <w:rFonts w:ascii="Corbel" w:hAnsi="Corbel" w:cs="Tahoma"/>
                <w:color w:val="000000"/>
              </w:rPr>
              <w:t xml:space="preserve">G. Królik, </w:t>
            </w:r>
            <w:r w:rsidRPr="005F0044">
              <w:rPr>
                <w:rFonts w:ascii="Corbel" w:hAnsi="Corbel" w:cs="Tahoma"/>
                <w:i/>
                <w:color w:val="000000"/>
              </w:rPr>
              <w:t>Autoprezentacja,</w:t>
            </w:r>
            <w:r w:rsidRPr="005F0044">
              <w:rPr>
                <w:rFonts w:ascii="Corbel" w:hAnsi="Corbel" w:cs="Tahoma"/>
                <w:color w:val="000000"/>
              </w:rPr>
              <w:t xml:space="preserve"> Katowice 2004.</w:t>
            </w:r>
          </w:p>
          <w:p w14:paraId="11BA5BC3" w14:textId="77777777" w:rsidR="003D6BCF" w:rsidRPr="005F0044" w:rsidRDefault="003D6BCF" w:rsidP="00723517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5F0044">
              <w:rPr>
                <w:rFonts w:ascii="Corbel" w:hAnsi="Corbel" w:cs="Tahoma"/>
                <w:color w:val="000000"/>
              </w:rPr>
              <w:t xml:space="preserve">M. Kochan, </w:t>
            </w:r>
            <w:r w:rsidRPr="005F0044">
              <w:rPr>
                <w:rFonts w:ascii="Corbel" w:hAnsi="Corbel" w:cs="Tahoma"/>
                <w:i/>
                <w:color w:val="000000"/>
              </w:rPr>
              <w:t>Pojedynek na słowa</w:t>
            </w:r>
            <w:r w:rsidRPr="005F0044">
              <w:rPr>
                <w:rFonts w:ascii="Corbel" w:hAnsi="Corbel" w:cs="Tahoma"/>
                <w:color w:val="000000"/>
              </w:rPr>
              <w:t>, Kraków 2005.</w:t>
            </w:r>
          </w:p>
          <w:p w14:paraId="355F0C40" w14:textId="77777777" w:rsidR="001A1881" w:rsidRPr="005F0044" w:rsidRDefault="001A1881" w:rsidP="00723517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5F0044">
              <w:rPr>
                <w:rFonts w:ascii="Corbel" w:hAnsi="Corbel" w:cs="Tahoma"/>
                <w:color w:val="000000"/>
              </w:rPr>
              <w:t xml:space="preserve">A. </w:t>
            </w:r>
            <w:proofErr w:type="spellStart"/>
            <w:r w:rsidRPr="005F0044">
              <w:rPr>
                <w:rFonts w:ascii="Corbel" w:hAnsi="Corbel" w:cs="Tahoma"/>
                <w:color w:val="000000"/>
              </w:rPr>
              <w:t>Łaszyn</w:t>
            </w:r>
            <w:proofErr w:type="spellEnd"/>
            <w:r w:rsidRPr="005F0044">
              <w:rPr>
                <w:rFonts w:ascii="Corbel" w:hAnsi="Corbel" w:cs="Tahoma"/>
                <w:color w:val="000000"/>
              </w:rPr>
              <w:t xml:space="preserve">, </w:t>
            </w:r>
            <w:r w:rsidRPr="005F0044">
              <w:rPr>
                <w:rFonts w:ascii="Corbel" w:hAnsi="Corbel" w:cs="Tahoma"/>
                <w:i/>
                <w:color w:val="000000"/>
              </w:rPr>
              <w:t>Media i TY</w:t>
            </w:r>
            <w:r w:rsidRPr="005F0044">
              <w:rPr>
                <w:rFonts w:ascii="Corbel" w:hAnsi="Corbel" w:cs="Tahoma"/>
                <w:color w:val="000000"/>
              </w:rPr>
              <w:t>, Warszawa 2015.</w:t>
            </w:r>
          </w:p>
          <w:p w14:paraId="1A65C6DF" w14:textId="77777777" w:rsidR="003D6BCF" w:rsidRPr="005F0044" w:rsidRDefault="003D6BCF" w:rsidP="003D6BCF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5F0044">
              <w:rPr>
                <w:rFonts w:ascii="Corbel" w:hAnsi="Corbel" w:cs="Tahoma"/>
                <w:color w:val="000000"/>
              </w:rPr>
              <w:t xml:space="preserve">U. </w:t>
            </w:r>
            <w:proofErr w:type="spellStart"/>
            <w:r w:rsidRPr="005F0044">
              <w:rPr>
                <w:rFonts w:ascii="Corbel" w:hAnsi="Corbel" w:cs="Tahoma"/>
                <w:color w:val="000000"/>
              </w:rPr>
              <w:t>Degen</w:t>
            </w:r>
            <w:proofErr w:type="spellEnd"/>
            <w:r w:rsidRPr="005F0044">
              <w:rPr>
                <w:rFonts w:ascii="Corbel" w:hAnsi="Corbel" w:cs="Tahoma"/>
                <w:color w:val="000000"/>
              </w:rPr>
              <w:t xml:space="preserve">, </w:t>
            </w:r>
            <w:r w:rsidRPr="005F0044">
              <w:rPr>
                <w:rFonts w:ascii="Corbel" w:hAnsi="Corbel" w:cs="Tahoma"/>
                <w:i/>
                <w:color w:val="000000"/>
              </w:rPr>
              <w:t>Sztuka nawiązywania pierwszego kontaktu</w:t>
            </w:r>
            <w:r w:rsidRPr="005F0044">
              <w:rPr>
                <w:rFonts w:ascii="Corbel" w:hAnsi="Corbel" w:cs="Tahoma"/>
                <w:color w:val="000000"/>
              </w:rPr>
              <w:t>, Gdańsk 2004.</w:t>
            </w:r>
          </w:p>
          <w:p w14:paraId="4D8B27C3" w14:textId="77777777" w:rsidR="003D6BCF" w:rsidRPr="005F0044" w:rsidRDefault="003D6BCF" w:rsidP="003D6BCF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5F0044">
              <w:rPr>
                <w:rFonts w:ascii="Corbel" w:hAnsi="Corbel" w:cs="Tahoma"/>
                <w:color w:val="000000"/>
              </w:rPr>
              <w:t xml:space="preserve">F. E. </w:t>
            </w:r>
            <w:proofErr w:type="spellStart"/>
            <w:r w:rsidRPr="005F0044">
              <w:rPr>
                <w:rFonts w:ascii="Corbel" w:hAnsi="Corbel" w:cs="Tahoma"/>
                <w:color w:val="000000"/>
              </w:rPr>
              <w:t>Dent</w:t>
            </w:r>
            <w:proofErr w:type="spellEnd"/>
            <w:r w:rsidRPr="005F0044">
              <w:rPr>
                <w:rFonts w:ascii="Corbel" w:hAnsi="Corbel" w:cs="Tahoma"/>
                <w:color w:val="000000"/>
              </w:rPr>
              <w:t xml:space="preserve">, M. </w:t>
            </w:r>
            <w:proofErr w:type="spellStart"/>
            <w:r w:rsidRPr="005F0044">
              <w:rPr>
                <w:rFonts w:ascii="Corbel" w:hAnsi="Corbel" w:cs="Tahoma"/>
                <w:color w:val="000000"/>
              </w:rPr>
              <w:t>Brent</w:t>
            </w:r>
            <w:proofErr w:type="spellEnd"/>
            <w:r w:rsidRPr="005F0044">
              <w:rPr>
                <w:rFonts w:ascii="Corbel" w:hAnsi="Corbel" w:cs="Tahoma"/>
                <w:color w:val="000000"/>
              </w:rPr>
              <w:t xml:space="preserve">, </w:t>
            </w:r>
            <w:r w:rsidRPr="005F0044">
              <w:rPr>
                <w:rFonts w:ascii="Corbel" w:hAnsi="Corbel" w:cs="Tahoma"/>
                <w:i/>
                <w:color w:val="000000"/>
              </w:rPr>
              <w:t>Wywieranie wpływu. Umiejętności i techniki przydatne do osiągnięcia sukcesu w biznesie</w:t>
            </w:r>
            <w:r w:rsidRPr="005F0044">
              <w:rPr>
                <w:rFonts w:ascii="Corbel" w:hAnsi="Corbel" w:cs="Tahoma"/>
                <w:color w:val="000000"/>
              </w:rPr>
              <w:t>, Kraków 2009.</w:t>
            </w:r>
          </w:p>
          <w:p w14:paraId="6E813A01" w14:textId="77777777" w:rsidR="003D6BCF" w:rsidRPr="005F0044" w:rsidRDefault="003D6BCF" w:rsidP="003D6BCF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5F0044">
              <w:rPr>
                <w:rFonts w:ascii="Corbel" w:hAnsi="Corbel" w:cs="Tahoma"/>
                <w:color w:val="000000"/>
              </w:rPr>
              <w:t xml:space="preserve">B. Dobek-Ostrowska, </w:t>
            </w:r>
            <w:r w:rsidRPr="005F0044">
              <w:rPr>
                <w:rFonts w:ascii="Corbel" w:hAnsi="Corbel" w:cs="Tahoma"/>
                <w:i/>
                <w:color w:val="000000"/>
              </w:rPr>
              <w:t>Podstawy komunikowania społecznego,</w:t>
            </w:r>
            <w:r w:rsidRPr="005F0044">
              <w:rPr>
                <w:rFonts w:ascii="Corbel" w:hAnsi="Corbel" w:cs="Tahoma"/>
                <w:color w:val="000000"/>
              </w:rPr>
              <w:t xml:space="preserve"> Wrocław 1999.</w:t>
            </w:r>
          </w:p>
          <w:p w14:paraId="6E9B3438" w14:textId="77777777" w:rsidR="003D6BCF" w:rsidRPr="005F0044" w:rsidRDefault="003D6BCF" w:rsidP="00723517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</w:p>
          <w:p w14:paraId="532F2BEC" w14:textId="77777777" w:rsidR="00723517" w:rsidRPr="005F0044" w:rsidRDefault="00723517" w:rsidP="00723517">
            <w:pPr>
              <w:pStyle w:val="NormalnyWeb"/>
              <w:spacing w:before="0" w:beforeAutospacing="0" w:after="90" w:afterAutospacing="0"/>
              <w:rPr>
                <w:rFonts w:ascii="Corbel" w:hAnsi="Corbel"/>
                <w:b/>
                <w:i/>
                <w:smallCaps/>
                <w:color w:val="000000"/>
              </w:rPr>
            </w:pPr>
          </w:p>
        </w:tc>
      </w:tr>
    </w:tbl>
    <w:p w14:paraId="5DE8BC6E" w14:textId="77777777" w:rsidR="0085747A" w:rsidRPr="005F004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91C2C5" w14:textId="77777777" w:rsidR="0085747A" w:rsidRPr="005F004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E9CE3E" w14:textId="77777777" w:rsidR="0085747A" w:rsidRPr="005F004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F004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F0044" w:rsidSect="00A46D54">
      <w:pgSz w:w="11906" w:h="16838"/>
      <w:pgMar w:top="113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C233F5" w14:textId="77777777" w:rsidR="006D19DE" w:rsidRDefault="006D19DE" w:rsidP="00C16ABF">
      <w:pPr>
        <w:spacing w:after="0" w:line="240" w:lineRule="auto"/>
      </w:pPr>
      <w:r>
        <w:separator/>
      </w:r>
    </w:p>
  </w:endnote>
  <w:endnote w:type="continuationSeparator" w:id="0">
    <w:p w14:paraId="553EEDA7" w14:textId="77777777" w:rsidR="006D19DE" w:rsidRDefault="006D19D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46632B" w14:textId="77777777" w:rsidR="006D19DE" w:rsidRDefault="006D19DE" w:rsidP="00C16ABF">
      <w:pPr>
        <w:spacing w:after="0" w:line="240" w:lineRule="auto"/>
      </w:pPr>
      <w:r>
        <w:separator/>
      </w:r>
    </w:p>
  </w:footnote>
  <w:footnote w:type="continuationSeparator" w:id="0">
    <w:p w14:paraId="3E6DF8D1" w14:textId="77777777" w:rsidR="006D19DE" w:rsidRDefault="006D19DE" w:rsidP="00C16ABF">
      <w:pPr>
        <w:spacing w:after="0" w:line="240" w:lineRule="auto"/>
      </w:pPr>
      <w:r>
        <w:continuationSeparator/>
      </w:r>
    </w:p>
  </w:footnote>
  <w:footnote w:id="1">
    <w:p w14:paraId="2F11AF33" w14:textId="77777777" w:rsidR="00E96CFB" w:rsidRDefault="00E96CFB" w:rsidP="00E96CFB"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  <w:r>
        <w:br w:type="page"/>
      </w:r>
    </w:p>
    <w:p w14:paraId="547B0920" w14:textId="77777777" w:rsidR="00E96CFB" w:rsidRDefault="00E96CFB" w:rsidP="00E96CF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FCA"/>
    <w:rsid w:val="0005516E"/>
    <w:rsid w:val="00057D3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FC"/>
    <w:rsid w:val="000D04B0"/>
    <w:rsid w:val="000D5292"/>
    <w:rsid w:val="000F1C57"/>
    <w:rsid w:val="000F5615"/>
    <w:rsid w:val="00122F6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1881"/>
    <w:rsid w:val="001A70D2"/>
    <w:rsid w:val="001B2564"/>
    <w:rsid w:val="001B3A85"/>
    <w:rsid w:val="001D0033"/>
    <w:rsid w:val="001D657B"/>
    <w:rsid w:val="001D7B54"/>
    <w:rsid w:val="001E0209"/>
    <w:rsid w:val="001F2CA2"/>
    <w:rsid w:val="002144C0"/>
    <w:rsid w:val="0022477D"/>
    <w:rsid w:val="00226862"/>
    <w:rsid w:val="002278A9"/>
    <w:rsid w:val="002336F9"/>
    <w:rsid w:val="0024028F"/>
    <w:rsid w:val="00244ABC"/>
    <w:rsid w:val="00281FF2"/>
    <w:rsid w:val="002857DE"/>
    <w:rsid w:val="00291567"/>
    <w:rsid w:val="002A15A6"/>
    <w:rsid w:val="002A22BF"/>
    <w:rsid w:val="002A2389"/>
    <w:rsid w:val="002A3D47"/>
    <w:rsid w:val="002A616E"/>
    <w:rsid w:val="002A671D"/>
    <w:rsid w:val="002B4D55"/>
    <w:rsid w:val="002B5EA0"/>
    <w:rsid w:val="002B6119"/>
    <w:rsid w:val="002C1F06"/>
    <w:rsid w:val="002C398F"/>
    <w:rsid w:val="002D3375"/>
    <w:rsid w:val="002D73D4"/>
    <w:rsid w:val="002F02A3"/>
    <w:rsid w:val="002F4ABE"/>
    <w:rsid w:val="003018BA"/>
    <w:rsid w:val="0030302C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414C"/>
    <w:rsid w:val="003A0A5B"/>
    <w:rsid w:val="003A1176"/>
    <w:rsid w:val="003A3603"/>
    <w:rsid w:val="003C0BAE"/>
    <w:rsid w:val="003C6079"/>
    <w:rsid w:val="003C7B8E"/>
    <w:rsid w:val="003D18A9"/>
    <w:rsid w:val="003D6BCF"/>
    <w:rsid w:val="003D6CE2"/>
    <w:rsid w:val="003E1941"/>
    <w:rsid w:val="003E2FE6"/>
    <w:rsid w:val="003E49D5"/>
    <w:rsid w:val="003F205D"/>
    <w:rsid w:val="003F38C0"/>
    <w:rsid w:val="0040392E"/>
    <w:rsid w:val="004060D8"/>
    <w:rsid w:val="00414E3C"/>
    <w:rsid w:val="0042244A"/>
    <w:rsid w:val="0042745A"/>
    <w:rsid w:val="00430C95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5BCD"/>
    <w:rsid w:val="00477B45"/>
    <w:rsid w:val="004840FD"/>
    <w:rsid w:val="00486231"/>
    <w:rsid w:val="00490F7D"/>
    <w:rsid w:val="00491678"/>
    <w:rsid w:val="00494B34"/>
    <w:rsid w:val="004968E2"/>
    <w:rsid w:val="004A3EEA"/>
    <w:rsid w:val="004A4D1F"/>
    <w:rsid w:val="004D5282"/>
    <w:rsid w:val="004D6733"/>
    <w:rsid w:val="004F1551"/>
    <w:rsid w:val="004F55A3"/>
    <w:rsid w:val="00501B68"/>
    <w:rsid w:val="0050496F"/>
    <w:rsid w:val="00513B6F"/>
    <w:rsid w:val="00517C63"/>
    <w:rsid w:val="005249D8"/>
    <w:rsid w:val="005363C4"/>
    <w:rsid w:val="00536BDE"/>
    <w:rsid w:val="00540B9E"/>
    <w:rsid w:val="00543ACC"/>
    <w:rsid w:val="00563815"/>
    <w:rsid w:val="00564979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0044"/>
    <w:rsid w:val="005F07BB"/>
    <w:rsid w:val="005F31D2"/>
    <w:rsid w:val="0060579E"/>
    <w:rsid w:val="0061029B"/>
    <w:rsid w:val="00617230"/>
    <w:rsid w:val="00621CE1"/>
    <w:rsid w:val="00627FC9"/>
    <w:rsid w:val="00633DE7"/>
    <w:rsid w:val="006468A4"/>
    <w:rsid w:val="00647FA8"/>
    <w:rsid w:val="00650C5F"/>
    <w:rsid w:val="00654934"/>
    <w:rsid w:val="006620D9"/>
    <w:rsid w:val="00671958"/>
    <w:rsid w:val="00675843"/>
    <w:rsid w:val="00696477"/>
    <w:rsid w:val="006D050F"/>
    <w:rsid w:val="006D19DE"/>
    <w:rsid w:val="006D6139"/>
    <w:rsid w:val="006E5D65"/>
    <w:rsid w:val="006F1282"/>
    <w:rsid w:val="006F1FBC"/>
    <w:rsid w:val="006F31E2"/>
    <w:rsid w:val="00706544"/>
    <w:rsid w:val="007072BA"/>
    <w:rsid w:val="0071620A"/>
    <w:rsid w:val="00723517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3347"/>
    <w:rsid w:val="0081554D"/>
    <w:rsid w:val="0081707E"/>
    <w:rsid w:val="0082559F"/>
    <w:rsid w:val="0082691A"/>
    <w:rsid w:val="008449B3"/>
    <w:rsid w:val="0084517B"/>
    <w:rsid w:val="008552A2"/>
    <w:rsid w:val="0085747A"/>
    <w:rsid w:val="00884922"/>
    <w:rsid w:val="00884D08"/>
    <w:rsid w:val="00885F64"/>
    <w:rsid w:val="00887D57"/>
    <w:rsid w:val="008917F9"/>
    <w:rsid w:val="008A1488"/>
    <w:rsid w:val="008A45F7"/>
    <w:rsid w:val="008B079A"/>
    <w:rsid w:val="008C0CC0"/>
    <w:rsid w:val="008C19A9"/>
    <w:rsid w:val="008C379D"/>
    <w:rsid w:val="008C5147"/>
    <w:rsid w:val="008C5359"/>
    <w:rsid w:val="008C5363"/>
    <w:rsid w:val="008D3DFB"/>
    <w:rsid w:val="008E5B08"/>
    <w:rsid w:val="008E64F4"/>
    <w:rsid w:val="008F12C9"/>
    <w:rsid w:val="008F6E29"/>
    <w:rsid w:val="00916188"/>
    <w:rsid w:val="00923D7D"/>
    <w:rsid w:val="0092684A"/>
    <w:rsid w:val="009508DF"/>
    <w:rsid w:val="00950DAC"/>
    <w:rsid w:val="00954A07"/>
    <w:rsid w:val="00997F14"/>
    <w:rsid w:val="009A5F9A"/>
    <w:rsid w:val="009A78D9"/>
    <w:rsid w:val="009B3638"/>
    <w:rsid w:val="009C3E31"/>
    <w:rsid w:val="009C54AE"/>
    <w:rsid w:val="009C788E"/>
    <w:rsid w:val="009D2305"/>
    <w:rsid w:val="009D3F3B"/>
    <w:rsid w:val="009D64CF"/>
    <w:rsid w:val="009D7704"/>
    <w:rsid w:val="009E0543"/>
    <w:rsid w:val="009E3B41"/>
    <w:rsid w:val="009F3C5C"/>
    <w:rsid w:val="009F4610"/>
    <w:rsid w:val="009F4FA9"/>
    <w:rsid w:val="00A00ECC"/>
    <w:rsid w:val="00A155EE"/>
    <w:rsid w:val="00A2245B"/>
    <w:rsid w:val="00A30110"/>
    <w:rsid w:val="00A36899"/>
    <w:rsid w:val="00A371F6"/>
    <w:rsid w:val="00A43BF6"/>
    <w:rsid w:val="00A45103"/>
    <w:rsid w:val="00A46D54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1ED0"/>
    <w:rsid w:val="00BD3869"/>
    <w:rsid w:val="00BD66E9"/>
    <w:rsid w:val="00BD6FF4"/>
    <w:rsid w:val="00BE171E"/>
    <w:rsid w:val="00BF2C41"/>
    <w:rsid w:val="00C016A4"/>
    <w:rsid w:val="00C058B4"/>
    <w:rsid w:val="00C05F44"/>
    <w:rsid w:val="00C131B5"/>
    <w:rsid w:val="00C16ABF"/>
    <w:rsid w:val="00C170AE"/>
    <w:rsid w:val="00C22651"/>
    <w:rsid w:val="00C26CB7"/>
    <w:rsid w:val="00C3236D"/>
    <w:rsid w:val="00C324C1"/>
    <w:rsid w:val="00C36992"/>
    <w:rsid w:val="00C40642"/>
    <w:rsid w:val="00C436A4"/>
    <w:rsid w:val="00C4402B"/>
    <w:rsid w:val="00C44F69"/>
    <w:rsid w:val="00C56036"/>
    <w:rsid w:val="00C61DC5"/>
    <w:rsid w:val="00C67E92"/>
    <w:rsid w:val="00C70A26"/>
    <w:rsid w:val="00C72113"/>
    <w:rsid w:val="00C766DF"/>
    <w:rsid w:val="00C94B98"/>
    <w:rsid w:val="00CA2B96"/>
    <w:rsid w:val="00CA5089"/>
    <w:rsid w:val="00CA56E5"/>
    <w:rsid w:val="00CC5384"/>
    <w:rsid w:val="00CD6897"/>
    <w:rsid w:val="00CE5BAC"/>
    <w:rsid w:val="00CF25BE"/>
    <w:rsid w:val="00CF3EA2"/>
    <w:rsid w:val="00CF78ED"/>
    <w:rsid w:val="00D01931"/>
    <w:rsid w:val="00D02B25"/>
    <w:rsid w:val="00D02EBA"/>
    <w:rsid w:val="00D10B50"/>
    <w:rsid w:val="00D177CA"/>
    <w:rsid w:val="00D17C3C"/>
    <w:rsid w:val="00D26B2C"/>
    <w:rsid w:val="00D352C9"/>
    <w:rsid w:val="00D3630F"/>
    <w:rsid w:val="00D425B2"/>
    <w:rsid w:val="00D428D6"/>
    <w:rsid w:val="00D552B2"/>
    <w:rsid w:val="00D608D1"/>
    <w:rsid w:val="00D74119"/>
    <w:rsid w:val="00D8075B"/>
    <w:rsid w:val="00D8678B"/>
    <w:rsid w:val="00DA2114"/>
    <w:rsid w:val="00DA7FC5"/>
    <w:rsid w:val="00DE09C0"/>
    <w:rsid w:val="00DE4063"/>
    <w:rsid w:val="00DE4A14"/>
    <w:rsid w:val="00DF320D"/>
    <w:rsid w:val="00DF71C8"/>
    <w:rsid w:val="00E129B8"/>
    <w:rsid w:val="00E21E7D"/>
    <w:rsid w:val="00E22FBC"/>
    <w:rsid w:val="00E24BF5"/>
    <w:rsid w:val="00E25338"/>
    <w:rsid w:val="00E466DB"/>
    <w:rsid w:val="00E51E44"/>
    <w:rsid w:val="00E63348"/>
    <w:rsid w:val="00E742AA"/>
    <w:rsid w:val="00E77E88"/>
    <w:rsid w:val="00E8107D"/>
    <w:rsid w:val="00E960BB"/>
    <w:rsid w:val="00E96CFB"/>
    <w:rsid w:val="00EA2074"/>
    <w:rsid w:val="00EA2F13"/>
    <w:rsid w:val="00EA4832"/>
    <w:rsid w:val="00EA4E9D"/>
    <w:rsid w:val="00EB17C6"/>
    <w:rsid w:val="00EC4899"/>
    <w:rsid w:val="00ED03AB"/>
    <w:rsid w:val="00ED32D2"/>
    <w:rsid w:val="00EE32DE"/>
    <w:rsid w:val="00EE5457"/>
    <w:rsid w:val="00EF6C03"/>
    <w:rsid w:val="00F070AB"/>
    <w:rsid w:val="00F17567"/>
    <w:rsid w:val="00F27A7B"/>
    <w:rsid w:val="00F42D70"/>
    <w:rsid w:val="00F526AF"/>
    <w:rsid w:val="00F617C3"/>
    <w:rsid w:val="00F7066B"/>
    <w:rsid w:val="00F83B28"/>
    <w:rsid w:val="00F86450"/>
    <w:rsid w:val="00F974DA"/>
    <w:rsid w:val="00FA46E5"/>
    <w:rsid w:val="00FB7DBA"/>
    <w:rsid w:val="00FC1C25"/>
    <w:rsid w:val="00FC1CD9"/>
    <w:rsid w:val="00FC3F45"/>
    <w:rsid w:val="00FD3979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DAE9A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540B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77B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7B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7B4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7B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7B45"/>
    <w:rPr>
      <w:rFonts w:ascii="Calibri" w:hAnsi="Calibri"/>
      <w:b/>
      <w:bCs/>
      <w:lang w:eastAsia="en-US"/>
    </w:rPr>
  </w:style>
  <w:style w:type="character" w:customStyle="1" w:styleId="Znakiprzypiswdolnych">
    <w:name w:val="Znaki przypisów dolnych"/>
    <w:qFormat/>
    <w:rsid w:val="00E96CFB"/>
    <w:rPr>
      <w:vertAlign w:val="superscript"/>
    </w:rPr>
  </w:style>
  <w:style w:type="character" w:customStyle="1" w:styleId="Zakotwiczenieprzypisudolnego">
    <w:name w:val="Zakotwiczenie przypisu dolnego"/>
    <w:rsid w:val="00E96C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46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CD96C-2AD9-41E9-9783-9208FBF81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867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2019-02-06T12:12:00Z</cp:lastPrinted>
  <dcterms:created xsi:type="dcterms:W3CDTF">2021-02-04T08:15:00Z</dcterms:created>
  <dcterms:modified xsi:type="dcterms:W3CDTF">2021-03-08T09:54:00Z</dcterms:modified>
</cp:coreProperties>
</file>